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0C765F" w:rsidRDefault="00A61AB4" w:rsidP="000C765F">
      <w:pPr>
        <w:jc w:val="both"/>
      </w:pPr>
      <w:r>
        <w:t>о</w:t>
      </w:r>
      <w:r w:rsidR="0062346E">
        <w:t xml:space="preserve"> внесении изменений в закупочную документацию и </w:t>
      </w:r>
      <w:r w:rsidR="005B3C41">
        <w:t>извещени</w:t>
      </w:r>
      <w:r w:rsidR="0062346E">
        <w:t>е, размещенн</w:t>
      </w:r>
      <w:r>
        <w:t>ы</w:t>
      </w:r>
      <w:r w:rsidR="000C765F">
        <w:t>е</w:t>
      </w:r>
      <w:r w:rsidR="0062346E">
        <w:t xml:space="preserve"> на</w:t>
      </w:r>
      <w:r w:rsidR="0069670F">
        <w:t xml:space="preserve"> официальном сайте ООО «ИЦ «Иркутскэнерго» </w:t>
      </w:r>
      <w:hyperlink r:id="rId6" w:tgtFrame="_blank" w:history="1">
        <w:r w:rsidR="0069670F" w:rsidRPr="009C5696">
          <w:rPr>
            <w:b/>
            <w:i/>
          </w:rPr>
          <w:t>icenter.irkutskenergo.ru</w:t>
        </w:r>
      </w:hyperlink>
      <w:r w:rsidR="000C765F">
        <w:rPr>
          <w:b/>
          <w:i/>
        </w:rPr>
        <w:t xml:space="preserve"> </w:t>
      </w:r>
      <w:r w:rsidR="00F218B9">
        <w:t xml:space="preserve">на право заключения договора </w:t>
      </w:r>
      <w:r w:rsidR="0069670F" w:rsidRPr="002D6B7A">
        <w:t>оказани</w:t>
      </w:r>
      <w:r w:rsidR="0069670F">
        <w:t xml:space="preserve">я </w:t>
      </w:r>
      <w:r w:rsidR="0069670F" w:rsidRPr="002D6B7A">
        <w:t xml:space="preserve">услуг </w:t>
      </w:r>
      <w:r w:rsidR="000A7274">
        <w:t>по м</w:t>
      </w:r>
      <w:r w:rsidR="000A7274" w:rsidRPr="00A12BCF">
        <w:t>ониторинг</w:t>
      </w:r>
      <w:r w:rsidR="000A7274">
        <w:t>у</w:t>
      </w:r>
      <w:r w:rsidR="000A7274" w:rsidRPr="00A12BCF">
        <w:t xml:space="preserve"> атмосферного воздуха на границе СЗЗ для объектов ПУ «</w:t>
      </w:r>
      <w:proofErr w:type="spellStart"/>
      <w:r w:rsidR="000A7274" w:rsidRPr="00A12BCF">
        <w:t>Мугунское</w:t>
      </w:r>
      <w:proofErr w:type="spellEnd"/>
      <w:r w:rsidR="000A7274" w:rsidRPr="00A12BCF">
        <w:t xml:space="preserve"> буроугольное месторождение» в 2023 году</w:t>
      </w:r>
      <w:r w:rsidR="000A7274">
        <w:t>.</w:t>
      </w:r>
    </w:p>
    <w:p w:rsidR="0069670F" w:rsidRPr="002D6B7A" w:rsidRDefault="0069670F" w:rsidP="0069670F">
      <w:pPr>
        <w:pStyle w:val="a7"/>
      </w:pPr>
    </w:p>
    <w:p w:rsidR="009A0506" w:rsidRDefault="009A0506" w:rsidP="0069670F">
      <w:pPr>
        <w:pStyle w:val="ConsPlusNormal"/>
        <w:ind w:left="360" w:firstLine="0"/>
        <w:jc w:val="center"/>
        <w:outlineLvl w:val="0"/>
      </w:pPr>
    </w:p>
    <w:p w:rsidR="009A3536" w:rsidRPr="009A3536" w:rsidRDefault="009A3536" w:rsidP="009A0506">
      <w:pPr>
        <w:jc w:val="center"/>
        <w:outlineLvl w:val="0"/>
      </w:pPr>
    </w:p>
    <w:p w:rsidR="009A0506" w:rsidRDefault="009A0506" w:rsidP="009A0506">
      <w:pPr>
        <w:jc w:val="both"/>
      </w:pPr>
      <w:r>
        <w:rPr>
          <w:b/>
          <w:i/>
          <w:u w:val="single"/>
        </w:rPr>
        <w:t>Заказчик:</w:t>
      </w:r>
      <w:r>
        <w:rPr>
          <w:b/>
          <w:i/>
        </w:rPr>
        <w:t xml:space="preserve"> </w:t>
      </w:r>
      <w:r w:rsidR="00B95824">
        <w:t>ООО «</w:t>
      </w:r>
      <w:r w:rsidR="00E24996">
        <w:t>ИЦ «Иркутскэнерго</w:t>
      </w:r>
      <w:r w:rsidR="00B95824">
        <w:t>»</w:t>
      </w:r>
      <w:r>
        <w:t>: 6640</w:t>
      </w:r>
      <w:r w:rsidR="00E24996">
        <w:t>43</w:t>
      </w:r>
      <w:r>
        <w:t xml:space="preserve">, г. Иркутск, </w:t>
      </w:r>
      <w:r w:rsidR="00E24996">
        <w:t>бульвар Рябикова, 67</w:t>
      </w:r>
      <w:r>
        <w:t xml:space="preserve">. </w:t>
      </w:r>
    </w:p>
    <w:p w:rsidR="009A0506" w:rsidRDefault="009A0506" w:rsidP="009A0506">
      <w:pPr>
        <w:jc w:val="both"/>
      </w:pPr>
    </w:p>
    <w:p w:rsidR="005B3C41" w:rsidRDefault="009A0506" w:rsidP="000C765F">
      <w:pPr>
        <w:jc w:val="both"/>
        <w:rPr>
          <w:color w:val="44443F"/>
        </w:rPr>
      </w:pPr>
      <w:r w:rsidRPr="001E746D">
        <w:rPr>
          <w:color w:val="44443F"/>
        </w:rPr>
        <w:t xml:space="preserve">Настоящим </w:t>
      </w:r>
      <w:r w:rsidR="000062C4">
        <w:rPr>
          <w:color w:val="44443F"/>
        </w:rPr>
        <w:t>уведомляю о перенесении сроков окончания подачи заявок, рассмотрения заявок и подведения итогов по анализу предложений на право заключения договора</w:t>
      </w:r>
      <w:r w:rsidR="009A3536">
        <w:rPr>
          <w:color w:val="44443F"/>
        </w:rPr>
        <w:t xml:space="preserve"> </w:t>
      </w:r>
      <w:r w:rsidR="0069670F" w:rsidRPr="002D6B7A">
        <w:t>оказани</w:t>
      </w:r>
      <w:r w:rsidR="0069670F">
        <w:t>я</w:t>
      </w:r>
      <w:r w:rsidR="0069670F" w:rsidRPr="002D6B7A">
        <w:t xml:space="preserve"> услуг </w:t>
      </w:r>
      <w:r w:rsidR="000C765F" w:rsidRPr="002F7A39">
        <w:t>по</w:t>
      </w:r>
      <w:r w:rsidR="000A7274">
        <w:t xml:space="preserve"> м</w:t>
      </w:r>
      <w:r w:rsidR="000A7274" w:rsidRPr="00A12BCF">
        <w:t>ониторинг</w:t>
      </w:r>
      <w:r w:rsidR="000A7274">
        <w:t>у</w:t>
      </w:r>
      <w:r w:rsidR="000A7274" w:rsidRPr="00A12BCF">
        <w:t xml:space="preserve"> атмосферного воздуха на границе СЗЗ для объектов ПУ «</w:t>
      </w:r>
      <w:proofErr w:type="spellStart"/>
      <w:r w:rsidR="000A7274" w:rsidRPr="00A12BCF">
        <w:t>Мугунское</w:t>
      </w:r>
      <w:proofErr w:type="spellEnd"/>
      <w:r w:rsidR="000A7274" w:rsidRPr="00A12BCF">
        <w:t xml:space="preserve"> буроугольное месторождение» в 2023 году</w:t>
      </w:r>
      <w:r w:rsidR="00FE2CB0">
        <w:rPr>
          <w:color w:val="44443F"/>
        </w:rPr>
        <w:t>:</w:t>
      </w:r>
    </w:p>
    <w:p w:rsidR="000C765F" w:rsidRDefault="000C765F" w:rsidP="000C765F">
      <w:pPr>
        <w:jc w:val="both"/>
        <w:rPr>
          <w:color w:val="44443F"/>
        </w:rPr>
      </w:pP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0A7274">
        <w:t>11</w:t>
      </w:r>
      <w:r>
        <w:t xml:space="preserve">» </w:t>
      </w:r>
      <w:r w:rsidR="000A7274">
        <w:t>апреля</w:t>
      </w:r>
      <w:r>
        <w:t xml:space="preserve"> 202</w:t>
      </w:r>
      <w:r w:rsidR="000A7274">
        <w:t>3</w:t>
      </w:r>
      <w:r>
        <w:t xml:space="preserve"> в 10-00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0A7274">
        <w:t>11</w:t>
      </w:r>
      <w:r w:rsidRPr="00C43CEB">
        <w:t xml:space="preserve">» </w:t>
      </w:r>
      <w:r w:rsidR="000A7274">
        <w:t>апреля</w:t>
      </w:r>
      <w:r w:rsidRPr="00C43CEB">
        <w:t xml:space="preserve"> 202</w:t>
      </w:r>
      <w:r w:rsidR="000A7274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Pr="000C765F" w:rsidRDefault="009A0506" w:rsidP="00EF5F53">
      <w:pPr>
        <w:pStyle w:val="a4"/>
        <w:ind w:left="0" w:firstLine="708"/>
        <w:jc w:val="both"/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9670F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7" w:tgtFrame="_blank" w:history="1">
        <w:r w:rsidR="0069670F" w:rsidRPr="009C5696">
          <w:rPr>
            <w:b/>
            <w:i/>
          </w:rPr>
          <w:t>icenter.irkutskenergo.ru</w:t>
        </w:r>
      </w:hyperlink>
      <w:r w:rsidR="000A7274">
        <w:rPr>
          <w:b/>
          <w:i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>
      <w:bookmarkStart w:id="0" w:name="_GoBack"/>
      <w:bookmarkEnd w:id="0"/>
    </w:p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062C4"/>
    <w:rsid w:val="00017339"/>
    <w:rsid w:val="00025F09"/>
    <w:rsid w:val="000478EC"/>
    <w:rsid w:val="000A7274"/>
    <w:rsid w:val="000C765F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5714A"/>
    <w:rsid w:val="002979DC"/>
    <w:rsid w:val="002C09E7"/>
    <w:rsid w:val="002C7590"/>
    <w:rsid w:val="0031023C"/>
    <w:rsid w:val="00385C66"/>
    <w:rsid w:val="003B08C3"/>
    <w:rsid w:val="003B59A1"/>
    <w:rsid w:val="00426C1F"/>
    <w:rsid w:val="004402A3"/>
    <w:rsid w:val="00442DBB"/>
    <w:rsid w:val="0044317E"/>
    <w:rsid w:val="00451D8E"/>
    <w:rsid w:val="00455EE5"/>
    <w:rsid w:val="004B338C"/>
    <w:rsid w:val="004D73EF"/>
    <w:rsid w:val="004E14C2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9670F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A353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07E59"/>
    <w:rsid w:val="00B2658B"/>
    <w:rsid w:val="00B46059"/>
    <w:rsid w:val="00B95824"/>
    <w:rsid w:val="00B959E3"/>
    <w:rsid w:val="00BA456F"/>
    <w:rsid w:val="00BA7EEB"/>
    <w:rsid w:val="00BF2363"/>
    <w:rsid w:val="00C946F8"/>
    <w:rsid w:val="00CB2F41"/>
    <w:rsid w:val="00CC7074"/>
    <w:rsid w:val="00CC7925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CA92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122</TotalTime>
  <Pages>1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5035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38</cp:revision>
  <cp:lastPrinted>2013-03-04T02:36:00Z</cp:lastPrinted>
  <dcterms:created xsi:type="dcterms:W3CDTF">2018-07-05T07:03:00Z</dcterms:created>
  <dcterms:modified xsi:type="dcterms:W3CDTF">2023-04-06T05:03:00Z</dcterms:modified>
</cp:coreProperties>
</file>