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A02356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 xml:space="preserve">е, </w:t>
      </w:r>
    </w:p>
    <w:p w:rsidR="001E746D" w:rsidRDefault="0062346E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размещенн</w:t>
      </w:r>
      <w:r w:rsidR="00A61AB4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  <w:r w:rsidR="00A02356">
        <w:rPr>
          <w:rFonts w:ascii="Times New Roman" w:hAnsi="Times New Roman" w:cs="Times New Roman"/>
          <w:sz w:val="24"/>
          <w:szCs w:val="24"/>
        </w:rPr>
        <w:t xml:space="preserve">официальном сайте ООО «ИЦ «Иркутскэнерго» </w:t>
      </w:r>
      <w:r w:rsidR="00A02356" w:rsidRPr="000D06F3">
        <w:t>https://icenter.irkutskenergo.ru/qa/9533.html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A02356" w:rsidRDefault="00BF2989" w:rsidP="00A02356">
      <w:pPr>
        <w:pStyle w:val="a7"/>
      </w:pPr>
      <w:r>
        <w:t xml:space="preserve">на </w:t>
      </w:r>
      <w:r w:rsidRPr="00BF2989">
        <w:t>выполнение</w:t>
      </w:r>
      <w:r w:rsidR="00A02356">
        <w:t xml:space="preserve"> р</w:t>
      </w:r>
      <w:r w:rsidR="00A02356" w:rsidRPr="00D81595">
        <w:t>емонтны</w:t>
      </w:r>
      <w:r w:rsidR="00A02356">
        <w:t>х</w:t>
      </w:r>
      <w:r w:rsidR="00A02356" w:rsidRPr="00D81595">
        <w:t xml:space="preserve"> работ в здании конторы г. Ангарск следующего содержания: электромонтажные работы в здании сборочного цеха; монтажные работы в душевых; монтаж провода СИП к зданию</w:t>
      </w:r>
    </w:p>
    <w:p w:rsidR="009A0506" w:rsidRPr="00BF2989" w:rsidRDefault="00BF2989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9A0506" w:rsidRDefault="009A0506" w:rsidP="009A0506">
      <w:pPr>
        <w:jc w:val="both"/>
      </w:pPr>
    </w:p>
    <w:p w:rsidR="005B3C41" w:rsidRPr="00A02356" w:rsidRDefault="009A0506" w:rsidP="00A02356">
      <w:pPr>
        <w:pStyle w:val="a7"/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на </w:t>
      </w:r>
      <w:r w:rsidR="00BF2989" w:rsidRPr="00BF2989">
        <w:rPr>
          <w:color w:val="44443F"/>
        </w:rPr>
        <w:t>выполнение</w:t>
      </w:r>
      <w:r w:rsidR="00A02356">
        <w:rPr>
          <w:color w:val="44443F"/>
        </w:rPr>
        <w:t xml:space="preserve"> р</w:t>
      </w:r>
      <w:r w:rsidR="00A02356" w:rsidRPr="00D81595">
        <w:t>емонтны</w:t>
      </w:r>
      <w:r w:rsidR="00A02356">
        <w:t>х</w:t>
      </w:r>
      <w:r w:rsidR="00A02356" w:rsidRPr="00D81595">
        <w:t xml:space="preserve"> работ в здании конторы г. Ангарск следующего содержания: электромонтажные работы в здании сборочного цеха; монтажные работы в душевых; монтаж провода СИП к зданию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A02356">
        <w:t>07</w:t>
      </w:r>
      <w:r w:rsidR="00D01C82">
        <w:t xml:space="preserve">» </w:t>
      </w:r>
      <w:r w:rsidR="00A02356">
        <w:t>июля</w:t>
      </w:r>
      <w:r>
        <w:t xml:space="preserve"> 202</w:t>
      </w:r>
      <w:r w:rsidR="00D01C82">
        <w:t>3</w:t>
      </w:r>
      <w:r>
        <w:t xml:space="preserve"> в 1</w:t>
      </w:r>
      <w:r w:rsidR="00A02356">
        <w:t>4</w:t>
      </w:r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A02356">
        <w:t>07</w:t>
      </w:r>
      <w:r w:rsidRPr="00C43CEB">
        <w:t xml:space="preserve">» </w:t>
      </w:r>
      <w:r w:rsidR="00A02356">
        <w:t>июля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A02356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A02356" w:rsidRPr="000D06F3">
        <w:t>https://icenter.irkutskenergo.ru/qa/9533.html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>
      <w:bookmarkStart w:id="0" w:name="_GoBack"/>
      <w:bookmarkEnd w:id="0"/>
    </w:p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732DC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02356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07484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119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1173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32</cp:revision>
  <cp:lastPrinted>2013-03-04T02:36:00Z</cp:lastPrinted>
  <dcterms:created xsi:type="dcterms:W3CDTF">2018-07-05T07:03:00Z</dcterms:created>
  <dcterms:modified xsi:type="dcterms:W3CDTF">2023-06-29T06:07:00Z</dcterms:modified>
</cp:coreProperties>
</file>