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D944B7" w:rsidRPr="00870A82" w:rsidRDefault="00A61AB4" w:rsidP="00D944B7">
      <w:pPr>
        <w:jc w:val="both"/>
      </w:pPr>
      <w:r>
        <w:t>о</w:t>
      </w:r>
      <w:r w:rsidR="0062346E">
        <w:t xml:space="preserve"> внесении изменений в закупочную документацию и </w:t>
      </w:r>
      <w:r w:rsidR="005B3C41">
        <w:t>извещени</w:t>
      </w:r>
      <w:r w:rsidR="0062346E">
        <w:t>е, размещенн</w:t>
      </w:r>
      <w:r>
        <w:t>ы</w:t>
      </w:r>
      <w:r w:rsidR="004D4BEC">
        <w:t>х</w:t>
      </w:r>
      <w:r w:rsidR="0062346E">
        <w:t xml:space="preserve"> на</w:t>
      </w:r>
      <w:r w:rsidR="0069670F">
        <w:t xml:space="preserve"> официальном сайте ООО «ИЦ «Иркутскэнерго» </w:t>
      </w:r>
      <w:hyperlink r:id="rId6" w:tgtFrame="_blank" w:history="1">
        <w:r w:rsidR="0069670F" w:rsidRPr="009C5696">
          <w:rPr>
            <w:b/>
            <w:i/>
          </w:rPr>
          <w:t>icenter.irkutskenergo.ru</w:t>
        </w:r>
      </w:hyperlink>
    </w:p>
    <w:p w:rsidR="009A3536" w:rsidRPr="009A3536" w:rsidRDefault="009A3536" w:rsidP="009A0506">
      <w:pPr>
        <w:jc w:val="center"/>
        <w:outlineLvl w:val="0"/>
      </w:pPr>
    </w:p>
    <w:p w:rsidR="009A0506" w:rsidRDefault="009A0506" w:rsidP="009A0506">
      <w:pPr>
        <w:jc w:val="both"/>
      </w:pPr>
      <w:r>
        <w:rPr>
          <w:b/>
          <w:i/>
          <w:u w:val="single"/>
        </w:rPr>
        <w:t>Заказчик:</w:t>
      </w:r>
      <w:r>
        <w:rPr>
          <w:b/>
          <w:i/>
        </w:rPr>
        <w:t xml:space="preserve"> </w:t>
      </w:r>
      <w:r w:rsidR="00B95824">
        <w:t>ООО «</w:t>
      </w:r>
      <w:r w:rsidR="00E24996">
        <w:t>ИЦ «Иркутскэнерго</w:t>
      </w:r>
      <w:r w:rsidR="00B95824">
        <w:t>»</w:t>
      </w:r>
      <w:r>
        <w:t>: 6640</w:t>
      </w:r>
      <w:r w:rsidR="00E24996">
        <w:t>43</w:t>
      </w:r>
      <w:r>
        <w:t xml:space="preserve">, г. Иркутск, </w:t>
      </w:r>
      <w:r w:rsidR="00E24996">
        <w:t>бульвар Рябикова, 67</w:t>
      </w:r>
      <w:r>
        <w:t xml:space="preserve">. </w:t>
      </w:r>
    </w:p>
    <w:p w:rsidR="009A0506" w:rsidRDefault="009A0506" w:rsidP="009A0506">
      <w:pPr>
        <w:jc w:val="both"/>
      </w:pPr>
    </w:p>
    <w:p w:rsidR="004D4BEC" w:rsidRDefault="009A0506" w:rsidP="000C765F">
      <w:pPr>
        <w:jc w:val="both"/>
      </w:pPr>
      <w:r w:rsidRPr="001E746D">
        <w:rPr>
          <w:color w:val="44443F"/>
        </w:rPr>
        <w:t xml:space="preserve">Настоящим </w:t>
      </w:r>
      <w:r w:rsidR="000062C4">
        <w:rPr>
          <w:color w:val="44443F"/>
        </w:rPr>
        <w:t xml:space="preserve">уведомляю о </w:t>
      </w:r>
      <w:r w:rsidR="00B42EFA">
        <w:rPr>
          <w:color w:val="44443F"/>
        </w:rPr>
        <w:t xml:space="preserve">внесении следующих изменений в закупочную документацию и извещение на проведении анализа </w:t>
      </w:r>
      <w:r w:rsidR="004D4BEC">
        <w:rPr>
          <w:color w:val="44443F"/>
        </w:rPr>
        <w:t xml:space="preserve">предложений на право заключения договора </w:t>
      </w:r>
      <w:r w:rsidR="004D4BEC" w:rsidRPr="002D6B7A">
        <w:t>оказани</w:t>
      </w:r>
      <w:r w:rsidR="004D4BEC">
        <w:t xml:space="preserve">я </w:t>
      </w:r>
      <w:r w:rsidR="004D4BEC" w:rsidRPr="002D6B7A">
        <w:t xml:space="preserve">услуг </w:t>
      </w:r>
      <w:r w:rsidR="004D4BEC" w:rsidRPr="0095437C">
        <w:t xml:space="preserve">по </w:t>
      </w:r>
      <w:r w:rsidR="004D4BEC" w:rsidRPr="008727B3">
        <w:t>разработке ситуационного плана расположения объектов, оказывающих негативное воздействие на окружающую среду</w:t>
      </w:r>
      <w:r w:rsidR="004D4BEC">
        <w:t>:</w:t>
      </w:r>
    </w:p>
    <w:p w:rsidR="005B3C41" w:rsidRDefault="005B3C41" w:rsidP="000C765F">
      <w:pPr>
        <w:jc w:val="both"/>
        <w:rPr>
          <w:color w:val="44443F"/>
        </w:rPr>
      </w:pPr>
    </w:p>
    <w:p w:rsidR="004D4BEC" w:rsidRDefault="00196D6F" w:rsidP="00FA6363">
      <w:pPr>
        <w:pStyle w:val="a4"/>
        <w:numPr>
          <w:ilvl w:val="0"/>
          <w:numId w:val="7"/>
        </w:numPr>
        <w:jc w:val="both"/>
        <w:rPr>
          <w:rFonts w:ascii="Times New Roman" w:hAnsi="Times New Roman"/>
          <w:color w:val="44443F"/>
        </w:rPr>
      </w:pPr>
      <w:r w:rsidRPr="004D4BEC">
        <w:rPr>
          <w:rFonts w:ascii="Times New Roman" w:hAnsi="Times New Roman"/>
          <w:color w:val="44443F"/>
        </w:rPr>
        <w:t xml:space="preserve">Перенесение срока окончания </w:t>
      </w:r>
      <w:r w:rsidR="002C2640">
        <w:rPr>
          <w:rFonts w:ascii="Times New Roman" w:hAnsi="Times New Roman"/>
          <w:color w:val="44443F"/>
        </w:rPr>
        <w:t>подачи заявок</w:t>
      </w:r>
      <w:r w:rsidR="004D4BEC" w:rsidRPr="004D4BEC">
        <w:rPr>
          <w:rFonts w:ascii="Times New Roman" w:hAnsi="Times New Roman"/>
          <w:color w:val="44443F"/>
        </w:rPr>
        <w:t xml:space="preserve">: </w:t>
      </w:r>
    </w:p>
    <w:p w:rsidR="004D4BEC" w:rsidRDefault="002D4876" w:rsidP="002C2640">
      <w:pPr>
        <w:pStyle w:val="a7"/>
        <w:rPr>
          <w:color w:val="44443F"/>
        </w:rPr>
      </w:pPr>
      <w:r>
        <w:rPr>
          <w:color w:val="44443F"/>
        </w:rPr>
        <w:t>До изменений</w:t>
      </w:r>
      <w:r w:rsidR="004D4BEC">
        <w:rPr>
          <w:color w:val="44443F"/>
        </w:rPr>
        <w:t xml:space="preserve">: </w:t>
      </w:r>
      <w:r w:rsidR="002C2640" w:rsidRPr="00D825B0">
        <w:rPr>
          <w:color w:val="44443F"/>
        </w:rPr>
        <w:t>«</w:t>
      </w:r>
      <w:r w:rsidR="002C2640" w:rsidRPr="00D825B0">
        <w:rPr>
          <w:color w:val="44443F"/>
        </w:rPr>
        <w:t>15</w:t>
      </w:r>
      <w:r w:rsidR="002C2640" w:rsidRPr="00D825B0">
        <w:rPr>
          <w:color w:val="44443F"/>
        </w:rPr>
        <w:t>» августа 2023 г. в 11.00 час. (время иркутское)</w:t>
      </w:r>
      <w:r w:rsidR="004D4BEC">
        <w:rPr>
          <w:color w:val="44443F"/>
        </w:rPr>
        <w:t>;</w:t>
      </w:r>
    </w:p>
    <w:p w:rsidR="00196D6F" w:rsidRDefault="002D4876" w:rsidP="002C2640">
      <w:pPr>
        <w:jc w:val="both"/>
        <w:rPr>
          <w:color w:val="44443F"/>
        </w:rPr>
      </w:pPr>
      <w:r w:rsidRPr="002C2640">
        <w:rPr>
          <w:color w:val="44443F"/>
        </w:rPr>
        <w:t>После изменений</w:t>
      </w:r>
      <w:r w:rsidR="004D4BEC" w:rsidRPr="002C2640">
        <w:rPr>
          <w:color w:val="44443F"/>
        </w:rPr>
        <w:t xml:space="preserve">: </w:t>
      </w:r>
      <w:r w:rsidR="002C2640" w:rsidRPr="00D825B0">
        <w:rPr>
          <w:color w:val="44443F"/>
        </w:rPr>
        <w:t>«</w:t>
      </w:r>
      <w:r w:rsidR="00060BB6" w:rsidRPr="00D825B0">
        <w:rPr>
          <w:color w:val="44443F"/>
        </w:rPr>
        <w:t>22</w:t>
      </w:r>
      <w:r w:rsidR="002C2640" w:rsidRPr="00D825B0">
        <w:rPr>
          <w:color w:val="44443F"/>
        </w:rPr>
        <w:t>» августа 2023 г. в 11.00 час. (время иркутское)</w:t>
      </w:r>
      <w:r w:rsidR="004D4BEC" w:rsidRPr="002C2640">
        <w:rPr>
          <w:color w:val="44443F"/>
        </w:rPr>
        <w:t>.</w:t>
      </w:r>
    </w:p>
    <w:p w:rsidR="00060BB6" w:rsidRPr="002C2640" w:rsidRDefault="00060BB6" w:rsidP="002C2640">
      <w:pPr>
        <w:jc w:val="both"/>
        <w:rPr>
          <w:color w:val="44443F"/>
        </w:rPr>
      </w:pPr>
    </w:p>
    <w:p w:rsidR="00060BB6" w:rsidRDefault="00060BB6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срока рассмотрения заявок и подведения итогов:</w:t>
      </w:r>
    </w:p>
    <w:p w:rsidR="00060BB6" w:rsidRDefault="00060BB6" w:rsidP="00060BB6">
      <w:pPr>
        <w:pStyle w:val="a7"/>
        <w:ind w:left="720"/>
        <w:rPr>
          <w:color w:val="44443F"/>
        </w:rPr>
      </w:pPr>
    </w:p>
    <w:p w:rsidR="00060BB6" w:rsidRDefault="00060BB6" w:rsidP="00060BB6">
      <w:pPr>
        <w:pStyle w:val="a7"/>
        <w:rPr>
          <w:color w:val="44443F"/>
        </w:rPr>
      </w:pPr>
      <w:r>
        <w:rPr>
          <w:color w:val="44443F"/>
        </w:rPr>
        <w:t xml:space="preserve">До изменений: </w:t>
      </w:r>
      <w:r w:rsidRPr="00D825B0">
        <w:rPr>
          <w:color w:val="44443F"/>
        </w:rPr>
        <w:t>«</w:t>
      </w:r>
      <w:r w:rsidR="00D825B0" w:rsidRPr="00D825B0">
        <w:rPr>
          <w:color w:val="44443F"/>
        </w:rPr>
        <w:t>15</w:t>
      </w:r>
      <w:r w:rsidRPr="00D825B0">
        <w:rPr>
          <w:color w:val="44443F"/>
        </w:rPr>
        <w:t>» августа 2023 г. в 1</w:t>
      </w:r>
      <w:r w:rsidRPr="00D825B0">
        <w:rPr>
          <w:color w:val="44443F"/>
        </w:rPr>
        <w:t>4</w:t>
      </w:r>
      <w:r w:rsidRPr="00D825B0">
        <w:rPr>
          <w:color w:val="44443F"/>
        </w:rPr>
        <w:t>.00 час. (время иркутское)</w:t>
      </w:r>
      <w:r>
        <w:rPr>
          <w:color w:val="44443F"/>
        </w:rPr>
        <w:t>;</w:t>
      </w:r>
    </w:p>
    <w:p w:rsidR="00060BB6" w:rsidRPr="00060BB6" w:rsidRDefault="00060BB6" w:rsidP="00060BB6">
      <w:pPr>
        <w:jc w:val="both"/>
        <w:rPr>
          <w:color w:val="44443F"/>
        </w:rPr>
      </w:pPr>
      <w:r w:rsidRPr="00060BB6">
        <w:rPr>
          <w:color w:val="44443F"/>
        </w:rPr>
        <w:t>После изменений: «</w:t>
      </w:r>
      <w:r w:rsidRPr="00060BB6">
        <w:rPr>
          <w:color w:val="44443F"/>
        </w:rPr>
        <w:t>22</w:t>
      </w:r>
      <w:r w:rsidRPr="00060BB6">
        <w:rPr>
          <w:color w:val="44443F"/>
        </w:rPr>
        <w:t>» августа 2023 г. в 1</w:t>
      </w:r>
      <w:r w:rsidRPr="00060BB6">
        <w:rPr>
          <w:color w:val="44443F"/>
        </w:rPr>
        <w:t>4</w:t>
      </w:r>
      <w:r w:rsidRPr="00060BB6">
        <w:rPr>
          <w:color w:val="44443F"/>
        </w:rPr>
        <w:t>.00 час. (время иркутское).</w:t>
      </w:r>
    </w:p>
    <w:p w:rsidR="00060BB6" w:rsidRDefault="00060BB6" w:rsidP="00060BB6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Pr="000C765F" w:rsidRDefault="009A0506" w:rsidP="00EF5F53">
      <w:pPr>
        <w:pStyle w:val="a4"/>
        <w:ind w:left="0" w:firstLine="708"/>
        <w:jc w:val="both"/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9670F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7" w:tgtFrame="_blank" w:history="1">
        <w:r w:rsidR="0069670F" w:rsidRPr="009C5696">
          <w:rPr>
            <w:b/>
            <w:i/>
          </w:rPr>
          <w:t>icenter.irkutskenergo.ru</w:t>
        </w:r>
      </w:hyperlink>
      <w:r w:rsidR="00BA456F" w:rsidRPr="000C765F"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>
      <w:bookmarkStart w:id="0" w:name="_GoBack"/>
      <w:bookmarkEnd w:id="0"/>
    </w:p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062C4"/>
    <w:rsid w:val="00017339"/>
    <w:rsid w:val="00025F09"/>
    <w:rsid w:val="000478EC"/>
    <w:rsid w:val="00060BB6"/>
    <w:rsid w:val="000C765F"/>
    <w:rsid w:val="000F74B5"/>
    <w:rsid w:val="0010576F"/>
    <w:rsid w:val="00140D8C"/>
    <w:rsid w:val="00151868"/>
    <w:rsid w:val="00171005"/>
    <w:rsid w:val="001944DE"/>
    <w:rsid w:val="00196D6F"/>
    <w:rsid w:val="001A75AC"/>
    <w:rsid w:val="001E746D"/>
    <w:rsid w:val="002114FC"/>
    <w:rsid w:val="002243D4"/>
    <w:rsid w:val="0024259A"/>
    <w:rsid w:val="0025714A"/>
    <w:rsid w:val="002979DC"/>
    <w:rsid w:val="002C09E7"/>
    <w:rsid w:val="002C2640"/>
    <w:rsid w:val="002C7590"/>
    <w:rsid w:val="002D4876"/>
    <w:rsid w:val="0031023C"/>
    <w:rsid w:val="00385C66"/>
    <w:rsid w:val="003B08C3"/>
    <w:rsid w:val="003B59A1"/>
    <w:rsid w:val="00426C1F"/>
    <w:rsid w:val="004402A3"/>
    <w:rsid w:val="00442DBB"/>
    <w:rsid w:val="0044317E"/>
    <w:rsid w:val="00451D8E"/>
    <w:rsid w:val="00455EE5"/>
    <w:rsid w:val="004B338C"/>
    <w:rsid w:val="004D4BEC"/>
    <w:rsid w:val="004D73EF"/>
    <w:rsid w:val="004E14C2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9670F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922E1"/>
    <w:rsid w:val="008F6DAA"/>
    <w:rsid w:val="009726BE"/>
    <w:rsid w:val="009811B2"/>
    <w:rsid w:val="00981773"/>
    <w:rsid w:val="00982698"/>
    <w:rsid w:val="00991C71"/>
    <w:rsid w:val="009A0506"/>
    <w:rsid w:val="009A353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07E59"/>
    <w:rsid w:val="00B2658B"/>
    <w:rsid w:val="00B42EFA"/>
    <w:rsid w:val="00B46059"/>
    <w:rsid w:val="00B95824"/>
    <w:rsid w:val="00B959E3"/>
    <w:rsid w:val="00BA456F"/>
    <w:rsid w:val="00BA7EEB"/>
    <w:rsid w:val="00BF2363"/>
    <w:rsid w:val="00C946F8"/>
    <w:rsid w:val="00CB2F41"/>
    <w:rsid w:val="00CC7074"/>
    <w:rsid w:val="00CC7925"/>
    <w:rsid w:val="00D14628"/>
    <w:rsid w:val="00D302C8"/>
    <w:rsid w:val="00D33235"/>
    <w:rsid w:val="00D65EFF"/>
    <w:rsid w:val="00D825B0"/>
    <w:rsid w:val="00D82A1A"/>
    <w:rsid w:val="00D944B7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B445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268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5030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43</cp:revision>
  <cp:lastPrinted>2013-03-04T02:36:00Z</cp:lastPrinted>
  <dcterms:created xsi:type="dcterms:W3CDTF">2018-07-05T07:03:00Z</dcterms:created>
  <dcterms:modified xsi:type="dcterms:W3CDTF">2023-08-15T06:19:00Z</dcterms:modified>
</cp:coreProperties>
</file>