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0F033" w14:textId="2493E5B2" w:rsidR="001219A9" w:rsidRPr="000B0DD3" w:rsidRDefault="00D059B7" w:rsidP="00D059B7">
      <w:pPr>
        <w:spacing w:after="0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r>
        <w:rPr>
          <w:noProof/>
          <w:lang w:eastAsia="ru-RU"/>
        </w:rPr>
        <w:drawing>
          <wp:inline distT="0" distB="0" distL="0" distR="0" wp14:anchorId="58DF98EE" wp14:editId="14FAD64E">
            <wp:extent cx="5826597" cy="1041621"/>
            <wp:effectExtent l="0" t="0" r="3175" b="6350"/>
            <wp:docPr id="3" name="Рисунок 3" descr="шапкаИЦ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ИЦ_fina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04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60239" w14:textId="77777777" w:rsidR="003167C6" w:rsidRPr="00620C62" w:rsidRDefault="003167C6" w:rsidP="003167C6">
      <w:pPr>
        <w:spacing w:after="0"/>
        <w:jc w:val="both"/>
        <w:rPr>
          <w:rFonts w:ascii="Times New Roman" w:hAnsi="Times New Roman" w:cs="Times New Roman"/>
          <w:b/>
          <w:szCs w:val="24"/>
        </w:rPr>
      </w:pPr>
    </w:p>
    <w:p w14:paraId="1FA1003B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>Техническое задание</w:t>
      </w:r>
    </w:p>
    <w:p w14:paraId="7E9296BF" w14:textId="77777777" w:rsidR="00620C62" w:rsidRPr="00620C62" w:rsidRDefault="00620C62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620C62">
        <w:rPr>
          <w:rFonts w:ascii="Times New Roman" w:hAnsi="Times New Roman" w:cs="Times New Roman"/>
          <w:b/>
          <w:color w:val="000000" w:themeColor="text1"/>
          <w:szCs w:val="24"/>
        </w:rPr>
        <w:t xml:space="preserve">на оказание услуги по </w:t>
      </w:r>
    </w:p>
    <w:p w14:paraId="7CCB6863" w14:textId="5735222A" w:rsidR="000E109F" w:rsidRPr="00620C62" w:rsidRDefault="00A86FD9" w:rsidP="00620C6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>проведение лабораторных исследований компонентов окружающей среды</w:t>
      </w:r>
    </w:p>
    <w:p w14:paraId="0121CE67" w14:textId="08F7EDF6" w:rsidR="00D14669" w:rsidRPr="00620C62" w:rsidRDefault="00D14669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07D45414" w14:textId="77777777" w:rsidR="00EA2C31" w:rsidRPr="00620C62" w:rsidRDefault="00EA2C31" w:rsidP="000E10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</w:p>
    <w:p w14:paraId="22708FC8" w14:textId="6DDBEEBD" w:rsidR="008D2613" w:rsidRPr="00620C62" w:rsidRDefault="00BD6F01" w:rsidP="000E109F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 xml:space="preserve">1. Предмет </w:t>
      </w:r>
      <w:r w:rsidR="00620C62">
        <w:rPr>
          <w:rFonts w:ascii="Times New Roman" w:hAnsi="Times New Roman" w:cs="Times New Roman"/>
          <w:b/>
          <w:szCs w:val="24"/>
        </w:rPr>
        <w:t>выполнения работ</w:t>
      </w:r>
    </w:p>
    <w:p w14:paraId="1EEEAE94" w14:textId="77777777" w:rsidR="00620C62" w:rsidRPr="00620C62" w:rsidRDefault="00620C62" w:rsidP="00620C6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</w:p>
    <w:p w14:paraId="38C26CE3" w14:textId="5B22093D" w:rsidR="00620C62" w:rsidRPr="00A86FD9" w:rsidRDefault="00620C62" w:rsidP="00A86FD9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620C62">
        <w:rPr>
          <w:rFonts w:ascii="Times New Roman" w:hAnsi="Times New Roman" w:cs="Times New Roman"/>
          <w:szCs w:val="24"/>
        </w:rPr>
        <w:t xml:space="preserve">1.1. </w:t>
      </w:r>
      <w:r w:rsidR="00A86FD9">
        <w:rPr>
          <w:rFonts w:ascii="Times New Roman" w:hAnsi="Times New Roman" w:cs="Times New Roman"/>
          <w:szCs w:val="24"/>
        </w:rPr>
        <w:t xml:space="preserve">Проведение лабораторных исследований компонентов окружающей среды для разработки инженерно-экологических изысканий по объекту </w:t>
      </w:r>
      <w:r w:rsidR="0072766F" w:rsidRPr="0072766F">
        <w:rPr>
          <w:rFonts w:ascii="Times New Roman" w:hAnsi="Times New Roman" w:cs="Times New Roman"/>
          <w:szCs w:val="24"/>
        </w:rPr>
        <w:t>«Магистральная теплосеть п. Мегет инв. № ИЭ3030143. Реконструкция. Участок тепловой магистрали № 4 от ТЭЦ-10 (МПФ) (от т. «А» до НПС-Мегет г. Ангарска) на участке от т. А до т. Б»</w:t>
      </w:r>
      <w:r w:rsidR="00A86FD9">
        <w:rPr>
          <w:rFonts w:ascii="Times New Roman" w:hAnsi="Times New Roman" w:cs="Times New Roman"/>
          <w:szCs w:val="24"/>
        </w:rPr>
        <w:t>.</w:t>
      </w:r>
    </w:p>
    <w:p w14:paraId="2565B5EA" w14:textId="4A008C9A" w:rsidR="00BD6F01" w:rsidRPr="00620C62" w:rsidRDefault="00BD6F01" w:rsidP="00BD6F01">
      <w:pPr>
        <w:pStyle w:val="a6"/>
        <w:tabs>
          <w:tab w:val="left" w:pos="1276"/>
        </w:tabs>
        <w:ind w:left="709"/>
        <w:jc w:val="both"/>
        <w:rPr>
          <w:b w:val="0"/>
          <w:bCs w:val="0"/>
          <w:sz w:val="22"/>
          <w:lang w:val="ru-RU"/>
        </w:rPr>
      </w:pPr>
    </w:p>
    <w:p w14:paraId="3F9F4143" w14:textId="60E8F97F" w:rsidR="0015017D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  <w:r w:rsidRPr="00620C62">
        <w:rPr>
          <w:rFonts w:ascii="Times New Roman" w:hAnsi="Times New Roman" w:cs="Times New Roman"/>
          <w:b/>
          <w:szCs w:val="24"/>
        </w:rPr>
        <w:t>2</w:t>
      </w:r>
      <w:r w:rsidR="009175EF" w:rsidRPr="00620C62">
        <w:rPr>
          <w:rFonts w:ascii="Times New Roman" w:hAnsi="Times New Roman" w:cs="Times New Roman"/>
          <w:b/>
          <w:szCs w:val="24"/>
        </w:rPr>
        <w:t xml:space="preserve">. </w:t>
      </w:r>
      <w:r w:rsidRPr="00620C62">
        <w:rPr>
          <w:rFonts w:ascii="Times New Roman" w:hAnsi="Times New Roman" w:cs="Times New Roman"/>
          <w:b/>
          <w:szCs w:val="24"/>
        </w:rPr>
        <w:t>Сроки и объём выполнения работ</w:t>
      </w:r>
    </w:p>
    <w:p w14:paraId="64B86EA7" w14:textId="77777777" w:rsidR="00620C62" w:rsidRPr="00620C62" w:rsidRDefault="00620C62" w:rsidP="00F50C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24"/>
        </w:rPr>
      </w:pPr>
    </w:p>
    <w:p w14:paraId="4646BD1F" w14:textId="1D86B503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2.1. </w:t>
      </w:r>
      <w:r w:rsidR="00A86FD9">
        <w:rPr>
          <w:rFonts w:ascii="Times New Roman" w:hAnsi="Times New Roman" w:cs="Times New Roman"/>
          <w:spacing w:val="-1"/>
          <w:szCs w:val="24"/>
        </w:rPr>
        <w:t>Результаты лабораторных исследований в виде протоколов предоставляю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тся Исполнителем по </w:t>
      </w:r>
      <w:r w:rsidR="00A86FD9">
        <w:rPr>
          <w:rFonts w:ascii="Times New Roman" w:hAnsi="Times New Roman" w:cs="Times New Roman"/>
          <w:spacing w:val="-1"/>
          <w:szCs w:val="24"/>
        </w:rPr>
        <w:t>заявке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Заказчика в течени</w:t>
      </w:r>
      <w:r w:rsidR="00AE090C">
        <w:rPr>
          <w:rFonts w:ascii="Times New Roman" w:hAnsi="Times New Roman" w:cs="Times New Roman"/>
          <w:spacing w:val="-1"/>
          <w:szCs w:val="24"/>
        </w:rPr>
        <w:t>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6A41B4">
        <w:rPr>
          <w:rFonts w:ascii="Times New Roman" w:hAnsi="Times New Roman" w:cs="Times New Roman"/>
          <w:spacing w:val="-1"/>
          <w:szCs w:val="24"/>
        </w:rPr>
        <w:t>2</w:t>
      </w:r>
      <w:r w:rsidR="00A86FD9">
        <w:rPr>
          <w:rFonts w:ascii="Times New Roman" w:hAnsi="Times New Roman" w:cs="Times New Roman"/>
          <w:spacing w:val="-1"/>
          <w:szCs w:val="24"/>
        </w:rPr>
        <w:t>0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 xml:space="preserve">календарных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дней </w:t>
      </w:r>
      <w:r w:rsidR="00A86FD9">
        <w:rPr>
          <w:rFonts w:ascii="Times New Roman" w:hAnsi="Times New Roman" w:cs="Times New Roman"/>
          <w:spacing w:val="-1"/>
          <w:szCs w:val="24"/>
        </w:rPr>
        <w:t>с момента доставки проб в исследовательскую лабораторию в электронном виде в формате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  <w:lang w:val="en-US"/>
        </w:rPr>
        <w:t>pdf</w:t>
      </w:r>
      <w:r w:rsidR="00A86FD9" w:rsidRPr="00A86FD9">
        <w:rPr>
          <w:rFonts w:ascii="Times New Roman" w:hAnsi="Times New Roman" w:cs="Times New Roman"/>
          <w:spacing w:val="-1"/>
          <w:szCs w:val="24"/>
        </w:rPr>
        <w:t xml:space="preserve"> </w:t>
      </w:r>
      <w:r w:rsidR="00A86FD9">
        <w:rPr>
          <w:rFonts w:ascii="Times New Roman" w:hAnsi="Times New Roman" w:cs="Times New Roman"/>
          <w:spacing w:val="-1"/>
          <w:szCs w:val="24"/>
        </w:rPr>
        <w:t>и в бумажном виде в 1 экземпляре</w:t>
      </w:r>
      <w:r w:rsidRPr="00620C62">
        <w:rPr>
          <w:rFonts w:ascii="Times New Roman" w:hAnsi="Times New Roman" w:cs="Times New Roman"/>
          <w:spacing w:val="-1"/>
          <w:szCs w:val="24"/>
        </w:rPr>
        <w:t>.</w:t>
      </w:r>
    </w:p>
    <w:p w14:paraId="6ED1706A" w14:textId="7AC3652E" w:rsidR="004B3845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 xml:space="preserve">2.2. Услуга предоставляется с даты заключения договора по </w:t>
      </w:r>
      <w:r w:rsidR="0072766F">
        <w:rPr>
          <w:rFonts w:ascii="Times New Roman" w:hAnsi="Times New Roman" w:cs="Times New Roman"/>
          <w:spacing w:val="-1"/>
          <w:szCs w:val="24"/>
        </w:rPr>
        <w:t>25</w:t>
      </w:r>
      <w:r w:rsidR="00A86FD9">
        <w:rPr>
          <w:rFonts w:ascii="Times New Roman" w:hAnsi="Times New Roman" w:cs="Times New Roman"/>
          <w:spacing w:val="-1"/>
          <w:szCs w:val="24"/>
        </w:rPr>
        <w:t>.11.2023 года.</w:t>
      </w:r>
    </w:p>
    <w:p w14:paraId="47DC4546" w14:textId="77777777" w:rsidR="006A41B4" w:rsidRPr="00620C62" w:rsidRDefault="006A41B4" w:rsidP="006A41B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2.3. Объем работ и перечень показателей представлен в Приложении 1.</w:t>
      </w:r>
    </w:p>
    <w:p w14:paraId="16A961B6" w14:textId="77777777" w:rsidR="00620C62" w:rsidRPr="00620C62" w:rsidRDefault="00620C62" w:rsidP="00620C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73D282D3" w14:textId="1DE8BA84" w:rsidR="004B3845" w:rsidRPr="00620C62" w:rsidRDefault="00620C62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  <w:r w:rsidRPr="00620C62">
        <w:rPr>
          <w:rFonts w:ascii="Times New Roman" w:hAnsi="Times New Roman" w:cs="Times New Roman"/>
          <w:b/>
          <w:spacing w:val="-1"/>
          <w:szCs w:val="24"/>
        </w:rPr>
        <w:t>3</w:t>
      </w:r>
      <w:r w:rsidR="00BD6F01" w:rsidRPr="00620C62">
        <w:rPr>
          <w:rFonts w:ascii="Times New Roman" w:hAnsi="Times New Roman" w:cs="Times New Roman"/>
          <w:b/>
          <w:spacing w:val="-1"/>
          <w:szCs w:val="24"/>
        </w:rPr>
        <w:t>. Особые условия</w:t>
      </w:r>
    </w:p>
    <w:p w14:paraId="5E1B5531" w14:textId="77777777" w:rsidR="0015017D" w:rsidRPr="00620C62" w:rsidRDefault="0015017D" w:rsidP="004B38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Cs w:val="24"/>
        </w:rPr>
      </w:pPr>
    </w:p>
    <w:p w14:paraId="0C62DDB6" w14:textId="7167E161" w:rsidR="00620C62" w:rsidRPr="00620C62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3.1. Исполнитель несет гарантийную ответственность за качество выполненных работ в соответствии с законодательство</w:t>
      </w:r>
      <w:r w:rsidR="00AE090C">
        <w:rPr>
          <w:rFonts w:ascii="Times New Roman" w:hAnsi="Times New Roman" w:cs="Times New Roman"/>
          <w:spacing w:val="-1"/>
          <w:szCs w:val="24"/>
        </w:rPr>
        <w:t>м Российской Федерации в течение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12 месяцев.</w:t>
      </w:r>
    </w:p>
    <w:p w14:paraId="5805E600" w14:textId="110CB02E" w:rsidR="00D14669" w:rsidRDefault="00620C62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3.2. Стоимость работ Исполнителя по прейскуранту фиксируется</w:t>
      </w:r>
      <w:r w:rsidR="006A41B4">
        <w:rPr>
          <w:rFonts w:ascii="Times New Roman" w:hAnsi="Times New Roman" w:cs="Times New Roman"/>
          <w:spacing w:val="-1"/>
          <w:szCs w:val="24"/>
        </w:rPr>
        <w:t xml:space="preserve"> на момент заключения договора и включает в себя все затраты Исполнителя.</w:t>
      </w:r>
    </w:p>
    <w:p w14:paraId="2ECF81BC" w14:textId="77777777" w:rsidR="006A41B4" w:rsidRPr="00620C62" w:rsidRDefault="006A41B4" w:rsidP="00620C6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843F75D" w14:textId="77777777" w:rsidR="00D14669" w:rsidRPr="00620C62" w:rsidRDefault="00D14669" w:rsidP="00D059B7">
      <w:pPr>
        <w:rPr>
          <w:rFonts w:ascii="Times New Roman" w:hAnsi="Times New Roman" w:cs="Times New Roman"/>
          <w:spacing w:val="-1"/>
          <w:szCs w:val="24"/>
        </w:rPr>
      </w:pPr>
    </w:p>
    <w:p w14:paraId="7B28559B" w14:textId="0D70C308" w:rsidR="00D059B7" w:rsidRPr="00620C62" w:rsidRDefault="00A86FD9" w:rsidP="00D059B7">
      <w:pPr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 xml:space="preserve">Ведущий инженер-руководитель </w:t>
      </w:r>
      <w:proofErr w:type="spellStart"/>
      <w:r>
        <w:rPr>
          <w:rFonts w:ascii="Times New Roman" w:hAnsi="Times New Roman" w:cs="Times New Roman"/>
          <w:spacing w:val="-1"/>
          <w:szCs w:val="24"/>
        </w:rPr>
        <w:t>ГЭМиП</w:t>
      </w:r>
      <w:proofErr w:type="spellEnd"/>
    </w:p>
    <w:p w14:paraId="11C2B7ED" w14:textId="57C4A9F8" w:rsidR="00D059B7" w:rsidRPr="00620C62" w:rsidRDefault="00D059B7" w:rsidP="00D059B7">
      <w:pPr>
        <w:rPr>
          <w:rFonts w:ascii="Times New Roman" w:hAnsi="Times New Roman" w:cs="Times New Roman"/>
          <w:spacing w:val="-1"/>
          <w:szCs w:val="24"/>
        </w:rPr>
      </w:pPr>
      <w:r w:rsidRPr="00620C62">
        <w:rPr>
          <w:rFonts w:ascii="Times New Roman" w:hAnsi="Times New Roman" w:cs="Times New Roman"/>
          <w:spacing w:val="-1"/>
          <w:szCs w:val="24"/>
        </w:rPr>
        <w:t>Аналитического центра ООО «ИЦ «</w:t>
      </w:r>
      <w:proofErr w:type="gramStart"/>
      <w:r w:rsidRPr="00620C62">
        <w:rPr>
          <w:rFonts w:ascii="Times New Roman" w:hAnsi="Times New Roman" w:cs="Times New Roman"/>
          <w:spacing w:val="-1"/>
          <w:szCs w:val="24"/>
        </w:rPr>
        <w:t>Иркутскэнерго»</w:t>
      </w:r>
      <w:r w:rsidR="00620C62" w:rsidRPr="00620C62">
        <w:rPr>
          <w:rFonts w:ascii="Times New Roman" w:hAnsi="Times New Roman" w:cs="Times New Roman"/>
          <w:spacing w:val="-1"/>
          <w:szCs w:val="24"/>
        </w:rPr>
        <w:t xml:space="preserve"> </w:t>
      </w:r>
      <w:r w:rsidRPr="00620C62">
        <w:rPr>
          <w:rFonts w:ascii="Times New Roman" w:hAnsi="Times New Roman" w:cs="Times New Roman"/>
          <w:spacing w:val="-1"/>
          <w:szCs w:val="24"/>
        </w:rPr>
        <w:t xml:space="preserve">  </w:t>
      </w:r>
      <w:proofErr w:type="gramEnd"/>
      <w:r w:rsidRPr="00620C62">
        <w:rPr>
          <w:rFonts w:ascii="Times New Roman" w:hAnsi="Times New Roman" w:cs="Times New Roman"/>
          <w:spacing w:val="-1"/>
          <w:szCs w:val="24"/>
        </w:rPr>
        <w:t xml:space="preserve">                          </w:t>
      </w:r>
      <w:r w:rsidR="00620C62">
        <w:rPr>
          <w:rFonts w:ascii="Times New Roman" w:hAnsi="Times New Roman" w:cs="Times New Roman"/>
          <w:spacing w:val="-1"/>
          <w:szCs w:val="24"/>
        </w:rPr>
        <w:t xml:space="preserve">                       </w:t>
      </w:r>
      <w:r w:rsidR="00A86FD9">
        <w:rPr>
          <w:rFonts w:ascii="Times New Roman" w:hAnsi="Times New Roman" w:cs="Times New Roman"/>
          <w:spacing w:val="-1"/>
          <w:szCs w:val="24"/>
        </w:rPr>
        <w:t>В.А. Давыдков</w:t>
      </w:r>
    </w:p>
    <w:p w14:paraId="497B7DF8" w14:textId="77777777" w:rsidR="00D059B7" w:rsidRPr="00620C62" w:rsidRDefault="00D059B7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4CAC198B" w14:textId="08986BC2" w:rsidR="00CD2EF1" w:rsidRPr="00620C62" w:rsidRDefault="00CD2EF1" w:rsidP="00CD2EF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325DA85C" w14:textId="0AB01977" w:rsidR="00CD2EF1" w:rsidRPr="00620C62" w:rsidRDefault="00CD2EF1" w:rsidP="009175E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6DF74AE5" w14:textId="65B0FBB3" w:rsidR="00073345" w:rsidRDefault="00073345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1B4E442" w14:textId="23A596D6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9867EF" w14:textId="4BD80DA5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A905A45" w14:textId="4EE3CF0D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48AF23A" w14:textId="317B6001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EE465" w14:textId="6D2CF551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0CC2394" w14:textId="627DC80B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E7041C3" w14:textId="0397A1AC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B21F010" w14:textId="100398F1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50F043A" w14:textId="5C222B7E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EB5585" w14:textId="503C9380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EF37A94" w14:textId="1DB25AE1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553EC8" w14:textId="07565EB8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77C6714" w14:textId="1A8B2084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0DE2978" w14:textId="77777777" w:rsidR="006A41B4" w:rsidRDefault="006A41B4" w:rsidP="006A41B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5E9B172" w14:textId="77777777" w:rsidR="006A41B4" w:rsidRPr="00620C62" w:rsidRDefault="006A41B4" w:rsidP="006A41B4">
      <w:pPr>
        <w:spacing w:after="0" w:line="240" w:lineRule="auto"/>
        <w:ind w:firstLine="709"/>
        <w:jc w:val="right"/>
        <w:rPr>
          <w:rFonts w:ascii="Times New Roman" w:hAnsi="Times New Roman" w:cs="Times New Roman"/>
          <w:spacing w:val="-1"/>
          <w:szCs w:val="24"/>
        </w:rPr>
      </w:pPr>
      <w:r>
        <w:rPr>
          <w:rFonts w:ascii="Times New Roman" w:hAnsi="Times New Roman" w:cs="Times New Roman"/>
          <w:spacing w:val="-1"/>
          <w:szCs w:val="24"/>
        </w:rPr>
        <w:t>Приложение 1</w:t>
      </w:r>
    </w:p>
    <w:p w14:paraId="71491583" w14:textId="77777777" w:rsidR="006A41B4" w:rsidRDefault="006A41B4" w:rsidP="006A41B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BCB3E26" w14:textId="77777777" w:rsidR="006A41B4" w:rsidRDefault="006A41B4" w:rsidP="006A4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Объем работ и перечень показателей</w:t>
      </w:r>
    </w:p>
    <w:p w14:paraId="5F1BFF82" w14:textId="77777777" w:rsidR="006A41B4" w:rsidRDefault="006A41B4" w:rsidP="006A41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8"/>
        <w:tblW w:w="9493" w:type="dxa"/>
        <w:tblLook w:val="04A0" w:firstRow="1" w:lastRow="0" w:firstColumn="1" w:lastColumn="0" w:noHBand="0" w:noVBand="1"/>
      </w:tblPr>
      <w:tblGrid>
        <w:gridCol w:w="944"/>
        <w:gridCol w:w="2270"/>
        <w:gridCol w:w="2026"/>
        <w:gridCol w:w="4253"/>
      </w:tblGrid>
      <w:tr w:rsidR="006A41B4" w:rsidRPr="00686373" w14:paraId="79C83766" w14:textId="77777777" w:rsidTr="00A723F9">
        <w:trPr>
          <w:trHeight w:val="300"/>
        </w:trPr>
        <w:tc>
          <w:tcPr>
            <w:tcW w:w="944" w:type="dxa"/>
            <w:noWrap/>
            <w:hideMark/>
          </w:tcPr>
          <w:p w14:paraId="502617E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270" w:type="dxa"/>
            <w:noWrap/>
            <w:hideMark/>
          </w:tcPr>
          <w:p w14:paraId="60701EE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Наименование исследования</w:t>
            </w:r>
          </w:p>
        </w:tc>
        <w:tc>
          <w:tcPr>
            <w:tcW w:w="2026" w:type="dxa"/>
            <w:noWrap/>
            <w:hideMark/>
          </w:tcPr>
          <w:p w14:paraId="485DAAC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 xml:space="preserve">Количество проб, </w:t>
            </w:r>
            <w:proofErr w:type="spellStart"/>
            <w:r w:rsidRPr="00686373">
              <w:rPr>
                <w:rFonts w:ascii="Times New Roman" w:hAnsi="Times New Roman" w:cs="Times New Roman"/>
                <w:b/>
                <w:bCs/>
              </w:rPr>
              <w:t>шт</w:t>
            </w:r>
            <w:proofErr w:type="spellEnd"/>
          </w:p>
        </w:tc>
        <w:tc>
          <w:tcPr>
            <w:tcW w:w="4253" w:type="dxa"/>
            <w:noWrap/>
            <w:hideMark/>
          </w:tcPr>
          <w:p w14:paraId="4C6C821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6373">
              <w:rPr>
                <w:rFonts w:ascii="Times New Roman" w:hAnsi="Times New Roman" w:cs="Times New Roman"/>
                <w:b/>
                <w:bCs/>
              </w:rPr>
              <w:t>Определяемые показатели</w:t>
            </w:r>
          </w:p>
        </w:tc>
      </w:tr>
      <w:tr w:rsidR="006A41B4" w:rsidRPr="00686373" w14:paraId="5B828920" w14:textId="77777777" w:rsidTr="00A723F9">
        <w:trPr>
          <w:trHeight w:val="390"/>
        </w:trPr>
        <w:tc>
          <w:tcPr>
            <w:tcW w:w="944" w:type="dxa"/>
            <w:vMerge w:val="restart"/>
            <w:noWrap/>
            <w:hideMark/>
          </w:tcPr>
          <w:p w14:paraId="11022BFC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B5E13A1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323B9FE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CA30916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5A0533B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2A5DEC8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0607FD7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115252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33E74E0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E1681F3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084398B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BA0637D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3156BA8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7CFDD2E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C64FCAF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93EB0A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0" w:type="dxa"/>
            <w:vMerge w:val="restart"/>
            <w:hideMark/>
          </w:tcPr>
          <w:p w14:paraId="750B998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90CFBE6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2288124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6EF331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1871014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580C79A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8762DD9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8C99B93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96223A8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4FEA1EC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796B5ED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BCDFABF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8194D54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DB83E1F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034045A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5697C96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Исследование по</w:t>
            </w:r>
            <w:r>
              <w:rPr>
                <w:rFonts w:ascii="Times New Roman" w:hAnsi="Times New Roman" w:cs="Times New Roman"/>
              </w:rPr>
              <w:t>чвы на агрохимические и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18169D6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6A08315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6D1853C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EF1290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34BF263E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242ADD6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B7BCFAC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7DAAF81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1B8BE6A5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611C084E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B77734D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08F1815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C9B9F92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49455185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03554A7A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  <w:p w14:paraId="7A16DC5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5A110F3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водной вытяжки</w:t>
            </w:r>
          </w:p>
        </w:tc>
      </w:tr>
      <w:tr w:rsidR="006A41B4" w:rsidRPr="00686373" w14:paraId="3EBAC84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9D3750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03D76A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0FE51E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798748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A41B4" w:rsidRPr="00686373" w14:paraId="69AEC5D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EA1AA2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B095EA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181074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E00399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Органическое вещество (гумус)</w:t>
            </w:r>
          </w:p>
        </w:tc>
      </w:tr>
      <w:tr w:rsidR="006A41B4" w:rsidRPr="00686373" w14:paraId="5F52407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0E90E3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7D4366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3377A7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261DC6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Сухой (плотный) остаток</w:t>
            </w:r>
          </w:p>
        </w:tc>
      </w:tr>
      <w:tr w:rsidR="006A41B4" w:rsidRPr="00686373" w14:paraId="2241215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17F697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FFE1DC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2CA090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BC93D4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Обменный натрий в почве</w:t>
            </w:r>
          </w:p>
        </w:tc>
      </w:tr>
      <w:tr w:rsidR="006A41B4" w:rsidRPr="00686373" w14:paraId="36A2214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7A9D2C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90764D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BB4A2C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BD5DD9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Обменный (подвижный) алюминий </w:t>
            </w:r>
            <w:r>
              <w:rPr>
                <w:rFonts w:ascii="Times New Roman" w:hAnsi="Times New Roman" w:cs="Times New Roman"/>
              </w:rPr>
              <w:t>(при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pH</w:t>
            </w:r>
            <w:r w:rsidRPr="006863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 6,5)</w:t>
            </w:r>
          </w:p>
        </w:tc>
      </w:tr>
      <w:tr w:rsidR="006A41B4" w:rsidRPr="00686373" w14:paraId="0CB73BA2" w14:textId="77777777" w:rsidTr="00A723F9">
        <w:trPr>
          <w:trHeight w:val="300"/>
        </w:trPr>
        <w:tc>
          <w:tcPr>
            <w:tcW w:w="944" w:type="dxa"/>
            <w:vMerge/>
          </w:tcPr>
          <w:p w14:paraId="04E26DB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D97DAA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5ACE67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1512C90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Аммонийный азот</w:t>
            </w:r>
          </w:p>
        </w:tc>
      </w:tr>
      <w:tr w:rsidR="006A41B4" w:rsidRPr="00686373" w14:paraId="39FDBF88" w14:textId="77777777" w:rsidTr="00A723F9">
        <w:trPr>
          <w:trHeight w:val="300"/>
        </w:trPr>
        <w:tc>
          <w:tcPr>
            <w:tcW w:w="944" w:type="dxa"/>
            <w:vMerge/>
          </w:tcPr>
          <w:p w14:paraId="6C7775C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DEDB7B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3ADEDA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283EBE7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Нитратный азот</w:t>
            </w:r>
          </w:p>
        </w:tc>
      </w:tr>
      <w:tr w:rsidR="006A41B4" w:rsidRPr="00686373" w14:paraId="0519399D" w14:textId="77777777" w:rsidTr="00A723F9">
        <w:trPr>
          <w:trHeight w:val="300"/>
        </w:trPr>
        <w:tc>
          <w:tcPr>
            <w:tcW w:w="944" w:type="dxa"/>
            <w:vMerge/>
          </w:tcPr>
          <w:p w14:paraId="56A98A3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1292B1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366DE8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C73E4B0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Нитриты</w:t>
            </w:r>
          </w:p>
        </w:tc>
      </w:tr>
      <w:tr w:rsidR="006A41B4" w:rsidRPr="00686373" w14:paraId="519F9E5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3C3F14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F0D432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AD63F1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83FC61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Емкость катионного обмена</w:t>
            </w:r>
          </w:p>
        </w:tc>
      </w:tr>
      <w:tr w:rsidR="006A41B4" w:rsidRPr="00686373" w14:paraId="171DCEF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38B94E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CDD2FF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C854DD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1077B9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кальций</w:t>
            </w:r>
          </w:p>
        </w:tc>
      </w:tr>
      <w:tr w:rsidR="006A41B4" w:rsidRPr="00686373" w14:paraId="77D6885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D9A860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C1539E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55C77A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766A50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магний</w:t>
            </w:r>
          </w:p>
        </w:tc>
      </w:tr>
      <w:tr w:rsidR="006A41B4" w:rsidRPr="00686373" w14:paraId="0CE80DA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C3A2AC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E89049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980FF8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4D7912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Водорастворимый натрий</w:t>
            </w:r>
          </w:p>
        </w:tc>
      </w:tr>
      <w:tr w:rsidR="006A41B4" w:rsidRPr="00686373" w14:paraId="706E64F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D5FEDE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4374A0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820D45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E7E5AC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Карбонаты в водной вытяжке</w:t>
            </w:r>
          </w:p>
        </w:tc>
      </w:tr>
      <w:tr w:rsidR="006A41B4" w:rsidRPr="00686373" w14:paraId="00BE86A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624CA5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C73982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9A1694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051E4A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Бикарбонаты в водной вытяжке</w:t>
            </w:r>
          </w:p>
        </w:tc>
      </w:tr>
      <w:tr w:rsidR="006A41B4" w:rsidRPr="00686373" w14:paraId="779F6FF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841A62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98F804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138266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226052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Определение хлорид-иона в почве</w:t>
            </w:r>
          </w:p>
        </w:tc>
      </w:tr>
      <w:tr w:rsidR="006A41B4" w:rsidRPr="00686373" w14:paraId="5B69988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A96702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8596EE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A00222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22B1FA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 в почве</w:t>
            </w:r>
          </w:p>
        </w:tc>
      </w:tr>
      <w:tr w:rsidR="006A41B4" w:rsidRPr="00686373" w14:paraId="549F309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D0CD3C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0261CC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12A552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011C42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Гранулометрический состав полный</w:t>
            </w:r>
          </w:p>
        </w:tc>
      </w:tr>
      <w:tr w:rsidR="006A41B4" w:rsidRPr="00686373" w14:paraId="06998A1E" w14:textId="77777777" w:rsidTr="00A723F9">
        <w:trPr>
          <w:trHeight w:val="300"/>
        </w:trPr>
        <w:tc>
          <w:tcPr>
            <w:tcW w:w="944" w:type="dxa"/>
            <w:vMerge/>
          </w:tcPr>
          <w:p w14:paraId="7A16D72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949FBD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6504CB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19CC76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A41B4" w:rsidRPr="00686373" w14:paraId="7B535A6D" w14:textId="77777777" w:rsidTr="00A723F9">
        <w:trPr>
          <w:trHeight w:val="300"/>
        </w:trPr>
        <w:tc>
          <w:tcPr>
            <w:tcW w:w="944" w:type="dxa"/>
            <w:vMerge/>
          </w:tcPr>
          <w:p w14:paraId="4B54450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AE8730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292E0A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17C1A7E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A41B4" w:rsidRPr="00686373" w14:paraId="1CCE1A4D" w14:textId="77777777" w:rsidTr="00A723F9">
        <w:trPr>
          <w:trHeight w:val="300"/>
        </w:trPr>
        <w:tc>
          <w:tcPr>
            <w:tcW w:w="944" w:type="dxa"/>
            <w:vMerge/>
          </w:tcPr>
          <w:p w14:paraId="47C0FE0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1DF660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25A1FE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6873A2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A41B4" w:rsidRPr="00686373" w14:paraId="7E31320C" w14:textId="77777777" w:rsidTr="00A723F9">
        <w:trPr>
          <w:trHeight w:val="300"/>
        </w:trPr>
        <w:tc>
          <w:tcPr>
            <w:tcW w:w="944" w:type="dxa"/>
            <w:vMerge/>
          </w:tcPr>
          <w:p w14:paraId="29D3AE5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8D3826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53E00C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6B1CDC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A41B4" w:rsidRPr="00686373" w14:paraId="6F439CE6" w14:textId="77777777" w:rsidTr="00A723F9">
        <w:trPr>
          <w:trHeight w:val="300"/>
        </w:trPr>
        <w:tc>
          <w:tcPr>
            <w:tcW w:w="944" w:type="dxa"/>
            <w:vMerge/>
          </w:tcPr>
          <w:p w14:paraId="4059EAE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5494583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A09CCD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450516A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A41B4" w:rsidRPr="00686373" w14:paraId="5A59D4E6" w14:textId="77777777" w:rsidTr="00A723F9">
        <w:trPr>
          <w:trHeight w:val="300"/>
        </w:trPr>
        <w:tc>
          <w:tcPr>
            <w:tcW w:w="944" w:type="dxa"/>
            <w:vMerge/>
          </w:tcPr>
          <w:p w14:paraId="0FE70A4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D82473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9F2173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772635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A41B4" w:rsidRPr="00686373" w14:paraId="7CE95134" w14:textId="77777777" w:rsidTr="00A723F9">
        <w:trPr>
          <w:trHeight w:val="300"/>
        </w:trPr>
        <w:tc>
          <w:tcPr>
            <w:tcW w:w="944" w:type="dxa"/>
            <w:vMerge/>
          </w:tcPr>
          <w:p w14:paraId="434962A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15A9E7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C7E60D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755429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A41B4" w:rsidRPr="00686373" w14:paraId="0C262FA8" w14:textId="77777777" w:rsidTr="00A723F9">
        <w:trPr>
          <w:trHeight w:val="300"/>
        </w:trPr>
        <w:tc>
          <w:tcPr>
            <w:tcW w:w="944" w:type="dxa"/>
            <w:vMerge/>
          </w:tcPr>
          <w:p w14:paraId="1DDD45B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CC8EAE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2E977B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1A182D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A41B4" w:rsidRPr="00686373" w14:paraId="06193CB9" w14:textId="77777777" w:rsidTr="00A723F9">
        <w:trPr>
          <w:trHeight w:val="300"/>
        </w:trPr>
        <w:tc>
          <w:tcPr>
            <w:tcW w:w="944" w:type="dxa"/>
            <w:vMerge/>
          </w:tcPr>
          <w:p w14:paraId="2FFEEB9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19FE19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D9EDF8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2F257A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A41B4" w:rsidRPr="00686373" w14:paraId="2F43C0D6" w14:textId="77777777" w:rsidTr="00A723F9">
        <w:trPr>
          <w:trHeight w:val="300"/>
        </w:trPr>
        <w:tc>
          <w:tcPr>
            <w:tcW w:w="944" w:type="dxa"/>
            <w:vMerge/>
          </w:tcPr>
          <w:p w14:paraId="113B284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2584DF9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581AB3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0A92729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A41B4" w:rsidRPr="00686373" w14:paraId="46D457EB" w14:textId="77777777" w:rsidTr="00A723F9">
        <w:trPr>
          <w:trHeight w:val="300"/>
        </w:trPr>
        <w:tc>
          <w:tcPr>
            <w:tcW w:w="944" w:type="dxa"/>
            <w:vMerge/>
          </w:tcPr>
          <w:p w14:paraId="5549966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31AC96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5AD36C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511C542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A41B4" w:rsidRPr="00686373" w14:paraId="7BC5C62A" w14:textId="77777777" w:rsidTr="00A723F9">
        <w:trPr>
          <w:trHeight w:val="300"/>
        </w:trPr>
        <w:tc>
          <w:tcPr>
            <w:tcW w:w="944" w:type="dxa"/>
            <w:vMerge/>
          </w:tcPr>
          <w:p w14:paraId="5B3DBBB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A576A8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69E40A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7022A2A0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A41B4" w:rsidRPr="00686373" w14:paraId="6BDC3A48" w14:textId="77777777" w:rsidTr="00A723F9">
        <w:trPr>
          <w:trHeight w:val="300"/>
        </w:trPr>
        <w:tc>
          <w:tcPr>
            <w:tcW w:w="944" w:type="dxa"/>
            <w:vMerge/>
          </w:tcPr>
          <w:p w14:paraId="6D5024C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69FD94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D607EA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69E75CB3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A41B4" w:rsidRPr="00686373" w14:paraId="2FB4FCB1" w14:textId="77777777" w:rsidTr="00A723F9">
        <w:trPr>
          <w:trHeight w:val="300"/>
        </w:trPr>
        <w:tc>
          <w:tcPr>
            <w:tcW w:w="944" w:type="dxa"/>
            <w:vMerge/>
          </w:tcPr>
          <w:p w14:paraId="7AB4D4A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64E746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AD4E27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4000463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A41B4" w:rsidRPr="00686373" w14:paraId="11D8F58F" w14:textId="77777777" w:rsidTr="00A723F9">
        <w:trPr>
          <w:trHeight w:val="300"/>
        </w:trPr>
        <w:tc>
          <w:tcPr>
            <w:tcW w:w="944" w:type="dxa"/>
            <w:vMerge/>
          </w:tcPr>
          <w:p w14:paraId="4D4EEB0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679AD4B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9DE54C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1674544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A41B4" w:rsidRPr="00686373" w14:paraId="748812A9" w14:textId="77777777" w:rsidTr="00A723F9">
        <w:trPr>
          <w:trHeight w:val="300"/>
        </w:trPr>
        <w:tc>
          <w:tcPr>
            <w:tcW w:w="944" w:type="dxa"/>
            <w:vMerge/>
          </w:tcPr>
          <w:p w14:paraId="4B5116B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0E2157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C5D868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AFE301A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A41B4" w:rsidRPr="00686373" w14:paraId="662F8166" w14:textId="77777777" w:rsidTr="00A723F9">
        <w:trPr>
          <w:trHeight w:val="300"/>
        </w:trPr>
        <w:tc>
          <w:tcPr>
            <w:tcW w:w="944" w:type="dxa"/>
            <w:vMerge/>
          </w:tcPr>
          <w:p w14:paraId="2340C69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70F8FF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B12829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1027E958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A41B4" w:rsidRPr="00686373" w14:paraId="79806D56" w14:textId="77777777" w:rsidTr="00A723F9">
        <w:trPr>
          <w:trHeight w:val="495"/>
        </w:trPr>
        <w:tc>
          <w:tcPr>
            <w:tcW w:w="944" w:type="dxa"/>
            <w:vMerge w:val="restart"/>
            <w:noWrap/>
            <w:hideMark/>
          </w:tcPr>
          <w:p w14:paraId="47841B3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0" w:type="dxa"/>
            <w:vMerge w:val="restart"/>
            <w:hideMark/>
          </w:tcPr>
          <w:p w14:paraId="3215F6A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грунта </w:t>
            </w:r>
            <w:r w:rsidRPr="00686373">
              <w:rPr>
                <w:rFonts w:ascii="Times New Roman" w:hAnsi="Times New Roman" w:cs="Times New Roman"/>
              </w:rPr>
              <w:t>на санитарно-химические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0FA482C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noWrap/>
            <w:hideMark/>
          </w:tcPr>
          <w:p w14:paraId="35397D1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солевой вытяжки</w:t>
            </w:r>
          </w:p>
        </w:tc>
      </w:tr>
      <w:tr w:rsidR="006A41B4" w:rsidRPr="00686373" w14:paraId="04C8193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EEF6CD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2300E0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89842F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44EF98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 (валовая форма)</w:t>
            </w:r>
          </w:p>
        </w:tc>
      </w:tr>
      <w:tr w:rsidR="006A41B4" w:rsidRPr="00686373" w14:paraId="711E8B4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B7C5D6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D16F22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454D0E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4DF2F1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 (валовая форма)</w:t>
            </w:r>
          </w:p>
        </w:tc>
      </w:tr>
      <w:tr w:rsidR="006A41B4" w:rsidRPr="00686373" w14:paraId="1BD91BB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BD106C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CFE6CF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7A81E8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7A8A54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 (валовая форма)</w:t>
            </w:r>
          </w:p>
        </w:tc>
      </w:tr>
      <w:tr w:rsidR="006A41B4" w:rsidRPr="00686373" w14:paraId="715BDB5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307FDA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49C1F1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462247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41D413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 (валовая форма)</w:t>
            </w:r>
          </w:p>
        </w:tc>
      </w:tr>
      <w:tr w:rsidR="006A41B4" w:rsidRPr="00686373" w14:paraId="2C643318" w14:textId="77777777" w:rsidTr="00A723F9">
        <w:trPr>
          <w:trHeight w:val="405"/>
        </w:trPr>
        <w:tc>
          <w:tcPr>
            <w:tcW w:w="944" w:type="dxa"/>
            <w:vMerge/>
            <w:hideMark/>
          </w:tcPr>
          <w:p w14:paraId="6BFA2B7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7632B8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28ADC0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426B7C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 (валовая форма)</w:t>
            </w:r>
          </w:p>
        </w:tc>
      </w:tr>
      <w:tr w:rsidR="006A41B4" w:rsidRPr="00686373" w14:paraId="5DD0ED34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B08DA3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DA92AA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DD72AD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293DEA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 (валовая форма)</w:t>
            </w:r>
          </w:p>
        </w:tc>
      </w:tr>
      <w:tr w:rsidR="006A41B4" w:rsidRPr="00686373" w14:paraId="642E38D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328C38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DE0D6A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5976D4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D4827D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A41B4" w:rsidRPr="00686373" w14:paraId="0175C48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C47EEC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EA0B54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657C60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054D4D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A41B4" w:rsidRPr="00686373" w14:paraId="014A64F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E00232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651D2B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C0E386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1897595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Бенз</w:t>
            </w:r>
            <w:proofErr w:type="spellEnd"/>
            <w:r w:rsidRPr="00686373">
              <w:rPr>
                <w:rFonts w:ascii="Times New Roman" w:hAnsi="Times New Roman" w:cs="Times New Roman"/>
              </w:rPr>
              <w:t>(а)</w:t>
            </w:r>
            <w:proofErr w:type="spellStart"/>
            <w:r w:rsidRPr="00686373">
              <w:rPr>
                <w:rFonts w:ascii="Times New Roman" w:hAnsi="Times New Roman" w:cs="Times New Roman"/>
              </w:rPr>
              <w:t>пирен</w:t>
            </w:r>
            <w:proofErr w:type="spellEnd"/>
          </w:p>
        </w:tc>
      </w:tr>
      <w:tr w:rsidR="006A41B4" w:rsidRPr="00686373" w14:paraId="00AEC156" w14:textId="77777777" w:rsidTr="00A723F9">
        <w:trPr>
          <w:trHeight w:val="270"/>
        </w:trPr>
        <w:tc>
          <w:tcPr>
            <w:tcW w:w="944" w:type="dxa"/>
            <w:vMerge/>
            <w:hideMark/>
          </w:tcPr>
          <w:p w14:paraId="1E0FFC1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6478BF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1D22D0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5715F6E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A41B4" w:rsidRPr="00686373" w14:paraId="431C4CBA" w14:textId="77777777" w:rsidTr="00A723F9">
        <w:trPr>
          <w:trHeight w:val="270"/>
        </w:trPr>
        <w:tc>
          <w:tcPr>
            <w:tcW w:w="944" w:type="dxa"/>
            <w:vMerge/>
          </w:tcPr>
          <w:p w14:paraId="4B3BAE8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BA4147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70B1015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18DAC6A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Сера (валовая форма)</w:t>
            </w:r>
          </w:p>
        </w:tc>
      </w:tr>
      <w:tr w:rsidR="006A41B4" w:rsidRPr="00686373" w14:paraId="0A0291F4" w14:textId="77777777" w:rsidTr="00A723F9">
        <w:trPr>
          <w:trHeight w:val="270"/>
        </w:trPr>
        <w:tc>
          <w:tcPr>
            <w:tcW w:w="944" w:type="dxa"/>
            <w:vMerge/>
          </w:tcPr>
          <w:p w14:paraId="2FB85CD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ECE020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030147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5F8EF2B9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Детергенты (АПАВ)</w:t>
            </w:r>
          </w:p>
        </w:tc>
      </w:tr>
      <w:tr w:rsidR="006A41B4" w:rsidRPr="00686373" w14:paraId="67197402" w14:textId="77777777" w:rsidTr="00A723F9">
        <w:trPr>
          <w:trHeight w:val="270"/>
        </w:trPr>
        <w:tc>
          <w:tcPr>
            <w:tcW w:w="944" w:type="dxa"/>
            <w:vMerge/>
          </w:tcPr>
          <w:p w14:paraId="1FA602F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ECBFEC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32FA756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4D76F172" w14:textId="77777777" w:rsidR="006A41B4" w:rsidRPr="00FF46E9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46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Цианиды</w:t>
            </w:r>
          </w:p>
        </w:tc>
      </w:tr>
      <w:tr w:rsidR="006A41B4" w:rsidRPr="00686373" w14:paraId="6070F978" w14:textId="77777777" w:rsidTr="00A723F9">
        <w:trPr>
          <w:trHeight w:val="270"/>
        </w:trPr>
        <w:tc>
          <w:tcPr>
            <w:tcW w:w="944" w:type="dxa"/>
            <w:vMerge/>
          </w:tcPr>
          <w:p w14:paraId="5684698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30D098F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4D87FA9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74A45C2C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Пестициды (ГХЦГ)</w:t>
            </w:r>
          </w:p>
        </w:tc>
      </w:tr>
      <w:tr w:rsidR="006A41B4" w:rsidRPr="00686373" w14:paraId="3C9395B1" w14:textId="77777777" w:rsidTr="00A723F9">
        <w:trPr>
          <w:trHeight w:val="270"/>
        </w:trPr>
        <w:tc>
          <w:tcPr>
            <w:tcW w:w="944" w:type="dxa"/>
            <w:vMerge/>
          </w:tcPr>
          <w:p w14:paraId="691F699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7523203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F97038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3F6FBC32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Полихлорированные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бифенилы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(ПХБ) – 1 показатель</w:t>
            </w:r>
          </w:p>
        </w:tc>
      </w:tr>
      <w:tr w:rsidR="006A41B4" w:rsidRPr="00686373" w14:paraId="13DDA64E" w14:textId="77777777" w:rsidTr="00A723F9">
        <w:trPr>
          <w:trHeight w:val="270"/>
        </w:trPr>
        <w:tc>
          <w:tcPr>
            <w:tcW w:w="944" w:type="dxa"/>
            <w:vMerge/>
          </w:tcPr>
          <w:p w14:paraId="04E284B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10B0D8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01360E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vAlign w:val="bottom"/>
          </w:tcPr>
          <w:p w14:paraId="2278EB0A" w14:textId="77777777" w:rsidR="006A41B4" w:rsidRDefault="006A41B4" w:rsidP="00A723F9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протокола</w:t>
            </w:r>
          </w:p>
        </w:tc>
      </w:tr>
      <w:tr w:rsidR="006A41B4" w:rsidRPr="00686373" w14:paraId="529B6D28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3941BAF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0" w:type="dxa"/>
            <w:vMerge w:val="restart"/>
            <w:hideMark/>
          </w:tcPr>
          <w:p w14:paraId="29AF6A6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Исследование почвы на санитарно-бактериологические, </w:t>
            </w:r>
            <w:proofErr w:type="spellStart"/>
            <w:r>
              <w:rPr>
                <w:rFonts w:ascii="Times New Roman" w:hAnsi="Times New Roman" w:cs="Times New Roman"/>
              </w:rPr>
              <w:t>санитарно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санитарно-энтомологические показатели</w:t>
            </w:r>
          </w:p>
        </w:tc>
        <w:tc>
          <w:tcPr>
            <w:tcW w:w="2026" w:type="dxa"/>
            <w:vMerge w:val="restart"/>
            <w:noWrap/>
            <w:hideMark/>
          </w:tcPr>
          <w:p w14:paraId="499164D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noWrap/>
            <w:hideMark/>
          </w:tcPr>
          <w:p w14:paraId="69D6056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Обобщенны</w:t>
            </w:r>
            <w:r>
              <w:rPr>
                <w:rFonts w:ascii="Times New Roman" w:hAnsi="Times New Roman" w:cs="Times New Roman"/>
              </w:rPr>
              <w:t xml:space="preserve">е </w:t>
            </w:r>
            <w:proofErr w:type="spellStart"/>
            <w:r>
              <w:rPr>
                <w:rFonts w:ascii="Times New Roman" w:hAnsi="Times New Roman" w:cs="Times New Roman"/>
              </w:rPr>
              <w:t>колиформные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бактерии (ОКБ)</w:t>
            </w:r>
          </w:p>
        </w:tc>
      </w:tr>
      <w:tr w:rsidR="006A41B4" w:rsidRPr="00686373" w14:paraId="42EAD5F0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FB77EB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D84C42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966540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45B16E8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Энтерококки</w:t>
            </w:r>
          </w:p>
        </w:tc>
      </w:tr>
      <w:tr w:rsidR="006A41B4" w:rsidRPr="00686373" w14:paraId="622A44C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61E334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FA2E60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75F078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3B0013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Патогенные бактерии, в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т.ч.сальмонеллы</w:t>
            </w:r>
            <w:proofErr w:type="spellEnd"/>
          </w:p>
        </w:tc>
      </w:tr>
      <w:tr w:rsidR="006A41B4" w:rsidRPr="00686373" w14:paraId="3D1CC11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A9CBAC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9B5C77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DB13CE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3793CC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Личинки и куколки синантропных мух </w:t>
            </w:r>
          </w:p>
        </w:tc>
      </w:tr>
      <w:tr w:rsidR="006A41B4" w:rsidRPr="00686373" w14:paraId="7718A80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3281DF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51276A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05FC4E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6511CDF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Цисты (</w:t>
            </w:r>
            <w:proofErr w:type="spellStart"/>
            <w:r w:rsidRPr="00686373">
              <w:rPr>
                <w:rFonts w:ascii="Times New Roman" w:hAnsi="Times New Roman" w:cs="Times New Roman"/>
              </w:rPr>
              <w:t>ооцисты</w:t>
            </w:r>
            <w:proofErr w:type="spellEnd"/>
            <w:r w:rsidRPr="00686373">
              <w:rPr>
                <w:rFonts w:ascii="Times New Roman" w:hAnsi="Times New Roman" w:cs="Times New Roman"/>
              </w:rPr>
              <w:t>) патогенных кишечных простейших</w:t>
            </w:r>
          </w:p>
        </w:tc>
      </w:tr>
      <w:tr w:rsidR="006A41B4" w:rsidRPr="00686373" w14:paraId="7888152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7F3AA3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9D6533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E42CD7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03D0B3A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Личинки гельминтов (без выделения)</w:t>
            </w:r>
          </w:p>
        </w:tc>
      </w:tr>
      <w:tr w:rsidR="006A41B4" w:rsidRPr="00686373" w14:paraId="047E722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7A182E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A2838E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41CC7D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3F2B8AF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Яйца гельминтов (без выделения)</w:t>
            </w:r>
          </w:p>
        </w:tc>
      </w:tr>
      <w:tr w:rsidR="006A41B4" w:rsidRPr="00686373" w14:paraId="6B851302" w14:textId="77777777" w:rsidTr="00A723F9">
        <w:trPr>
          <w:trHeight w:val="300"/>
        </w:trPr>
        <w:tc>
          <w:tcPr>
            <w:tcW w:w="944" w:type="dxa"/>
            <w:vMerge/>
          </w:tcPr>
          <w:p w14:paraId="01EF29C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F2178D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52251AD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483489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Патогенные вирусы</w:t>
            </w:r>
          </w:p>
        </w:tc>
      </w:tr>
      <w:tr w:rsidR="006A41B4" w:rsidRPr="00686373" w14:paraId="033B7962" w14:textId="77777777" w:rsidTr="00A723F9">
        <w:trPr>
          <w:trHeight w:val="300"/>
        </w:trPr>
        <w:tc>
          <w:tcPr>
            <w:tcW w:w="944" w:type="dxa"/>
            <w:vMerge/>
          </w:tcPr>
          <w:p w14:paraId="6B3736A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40377E8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BFECCC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6901C04F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A41B4" w:rsidRPr="00686373" w14:paraId="27685028" w14:textId="77777777" w:rsidTr="00A723F9">
        <w:trPr>
          <w:trHeight w:val="300"/>
        </w:trPr>
        <w:tc>
          <w:tcPr>
            <w:tcW w:w="944" w:type="dxa"/>
            <w:vMerge w:val="restart"/>
            <w:hideMark/>
          </w:tcPr>
          <w:p w14:paraId="1BAC608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0" w:type="dxa"/>
            <w:vMerge w:val="restart"/>
            <w:hideMark/>
          </w:tcPr>
          <w:p w14:paraId="3F009A5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Оценка </w:t>
            </w:r>
            <w:proofErr w:type="spellStart"/>
            <w:r w:rsidRPr="00686373">
              <w:rPr>
                <w:rFonts w:ascii="Times New Roman" w:hAnsi="Times New Roman" w:cs="Times New Roman"/>
              </w:rPr>
              <w:t>радионуклидного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состава грунта</w:t>
            </w:r>
          </w:p>
        </w:tc>
        <w:tc>
          <w:tcPr>
            <w:tcW w:w="2026" w:type="dxa"/>
            <w:vMerge w:val="restart"/>
            <w:hideMark/>
          </w:tcPr>
          <w:p w14:paraId="152D4D3A" w14:textId="40EBF2A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noWrap/>
            <w:hideMark/>
          </w:tcPr>
          <w:p w14:paraId="05F8733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Радий</w:t>
            </w:r>
            <w:r>
              <w:rPr>
                <w:rFonts w:ascii="Times New Roman" w:hAnsi="Times New Roman" w:cs="Times New Roman"/>
              </w:rPr>
              <w:t>-226</w:t>
            </w:r>
          </w:p>
        </w:tc>
      </w:tr>
      <w:tr w:rsidR="006A41B4" w:rsidRPr="00686373" w14:paraId="293ED78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7D7E63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0A6F9E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0CF23A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596E79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Торий</w:t>
            </w:r>
            <w:r>
              <w:rPr>
                <w:rFonts w:ascii="Times New Roman" w:hAnsi="Times New Roman" w:cs="Times New Roman"/>
              </w:rPr>
              <w:t>-232</w:t>
            </w:r>
          </w:p>
        </w:tc>
      </w:tr>
      <w:tr w:rsidR="006A41B4" w:rsidRPr="00686373" w14:paraId="1F86615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AE0502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3A70613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44D75B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2AA88F1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Калий-40</w:t>
            </w:r>
          </w:p>
        </w:tc>
      </w:tr>
      <w:tr w:rsidR="006A41B4" w:rsidRPr="00686373" w14:paraId="29865194" w14:textId="77777777" w:rsidTr="00A723F9">
        <w:trPr>
          <w:trHeight w:val="300"/>
        </w:trPr>
        <w:tc>
          <w:tcPr>
            <w:tcW w:w="944" w:type="dxa"/>
            <w:vMerge/>
          </w:tcPr>
          <w:p w14:paraId="446CBD7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AAE2C0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6DC6E5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718229B1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Цезий-137</w:t>
            </w:r>
          </w:p>
        </w:tc>
      </w:tr>
      <w:tr w:rsidR="006A41B4" w:rsidRPr="00686373" w14:paraId="04D8A12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0F4725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CD3F3D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A3F20D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  <w:hideMark/>
          </w:tcPr>
          <w:p w14:paraId="72DC348B" w14:textId="044E9936" w:rsidR="006A41B4" w:rsidRPr="00686373" w:rsidRDefault="006A41B4" w:rsidP="00AB2398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Удельная эффективность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B2398">
              <w:rPr>
                <w:rFonts w:ascii="Times New Roman" w:hAnsi="Times New Roman" w:cs="Times New Roman"/>
              </w:rPr>
              <w:t>естественных</w:t>
            </w:r>
            <w:bookmarkStart w:id="0" w:name="_GoBack"/>
            <w:bookmarkEnd w:id="0"/>
            <w:r w:rsidRPr="00686373">
              <w:rPr>
                <w:rFonts w:ascii="Times New Roman" w:hAnsi="Times New Roman" w:cs="Times New Roman"/>
              </w:rPr>
              <w:t xml:space="preserve"> радионуклидов</w:t>
            </w:r>
          </w:p>
        </w:tc>
      </w:tr>
      <w:tr w:rsidR="006A41B4" w:rsidRPr="00686373" w14:paraId="3F0195CD" w14:textId="77777777" w:rsidTr="00A723F9">
        <w:trPr>
          <w:trHeight w:val="300"/>
        </w:trPr>
        <w:tc>
          <w:tcPr>
            <w:tcW w:w="944" w:type="dxa"/>
            <w:vMerge/>
          </w:tcPr>
          <w:p w14:paraId="2500142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F11376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2286C56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noWrap/>
          </w:tcPr>
          <w:p w14:paraId="274FE49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A41B4" w:rsidRPr="00686373" w14:paraId="396E8E02" w14:textId="77777777" w:rsidTr="00A723F9">
        <w:trPr>
          <w:trHeight w:val="300"/>
        </w:trPr>
        <w:tc>
          <w:tcPr>
            <w:tcW w:w="944" w:type="dxa"/>
            <w:vMerge w:val="restart"/>
            <w:noWrap/>
            <w:hideMark/>
          </w:tcPr>
          <w:p w14:paraId="3ADCB99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70" w:type="dxa"/>
            <w:vMerge w:val="restart"/>
            <w:hideMark/>
          </w:tcPr>
          <w:p w14:paraId="40C94AD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подземной воды на органолептические и санитарно-химические показатели (при необходимости)</w:t>
            </w:r>
          </w:p>
        </w:tc>
        <w:tc>
          <w:tcPr>
            <w:tcW w:w="2026" w:type="dxa"/>
            <w:vMerge w:val="restart"/>
            <w:hideMark/>
          </w:tcPr>
          <w:p w14:paraId="054A258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hideMark/>
          </w:tcPr>
          <w:p w14:paraId="088D8D3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Цветность</w:t>
            </w:r>
          </w:p>
        </w:tc>
      </w:tr>
      <w:tr w:rsidR="006A41B4" w:rsidRPr="00686373" w14:paraId="3AE87AAC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14AAA3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870980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285508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F6E70C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Мутность</w:t>
            </w:r>
          </w:p>
        </w:tc>
      </w:tr>
      <w:tr w:rsidR="006A41B4" w:rsidRPr="00686373" w14:paraId="0E32CF0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3B6FB2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DCE5C9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0C1E62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9A6C72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 xml:space="preserve">Водородный показатель </w:t>
            </w:r>
            <w:proofErr w:type="spellStart"/>
            <w:r w:rsidRPr="00686373">
              <w:rPr>
                <w:rFonts w:ascii="Times New Roman" w:hAnsi="Times New Roman" w:cs="Times New Roman"/>
              </w:rPr>
              <w:t>pH</w:t>
            </w:r>
            <w:proofErr w:type="spellEnd"/>
          </w:p>
        </w:tc>
      </w:tr>
      <w:tr w:rsidR="006A41B4" w:rsidRPr="00686373" w14:paraId="4F18E68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E3C16E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246947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8B9CA0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A886F0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жесткость</w:t>
            </w:r>
          </w:p>
        </w:tc>
      </w:tr>
      <w:tr w:rsidR="006A41B4" w:rsidRPr="00686373" w14:paraId="56AF09AA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9512B6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9FADE2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828EF1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5569CB7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Общая минерализация (сухой остаток)</w:t>
            </w:r>
          </w:p>
        </w:tc>
      </w:tr>
      <w:tr w:rsidR="006A41B4" w:rsidRPr="00686373" w14:paraId="5D8FDD09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412A78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AB0FD8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2FAA23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42F16F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86373">
              <w:rPr>
                <w:rFonts w:ascii="Times New Roman" w:hAnsi="Times New Roman" w:cs="Times New Roman"/>
              </w:rPr>
              <w:t>Перманганатная</w:t>
            </w:r>
            <w:proofErr w:type="spellEnd"/>
            <w:r w:rsidRPr="00686373">
              <w:rPr>
                <w:rFonts w:ascii="Times New Roman" w:hAnsi="Times New Roman" w:cs="Times New Roman"/>
              </w:rPr>
              <w:t xml:space="preserve"> окисляемость</w:t>
            </w:r>
          </w:p>
        </w:tc>
      </w:tr>
      <w:tr w:rsidR="006A41B4" w:rsidRPr="00686373" w14:paraId="77FCA1F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31F990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E3E9DE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33D54A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2E5766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Аммиак и ион аммония</w:t>
            </w:r>
          </w:p>
        </w:tc>
      </w:tr>
      <w:tr w:rsidR="006A41B4" w:rsidRPr="00686373" w14:paraId="4DCCDDD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31DF4CD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5E92A29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A74BC0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B5DEFF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Нитрит-ион</w:t>
            </w:r>
          </w:p>
        </w:tc>
      </w:tr>
      <w:tr w:rsidR="006A41B4" w:rsidRPr="00686373" w14:paraId="3C116AD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767FAB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B0933D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B177DC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F4102B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Нитрат-ион</w:t>
            </w:r>
          </w:p>
        </w:tc>
      </w:tr>
      <w:tr w:rsidR="006A41B4" w:rsidRPr="00686373" w14:paraId="0A858AF2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033C7D7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2A6236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AA848A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4F9498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Фосфат-ион</w:t>
            </w:r>
          </w:p>
        </w:tc>
      </w:tr>
      <w:tr w:rsidR="006A41B4" w:rsidRPr="00686373" w14:paraId="4A25558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030186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02584A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A5FEFD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D7FC7E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АПАВ</w:t>
            </w:r>
          </w:p>
        </w:tc>
      </w:tr>
      <w:tr w:rsidR="006A41B4" w:rsidRPr="00686373" w14:paraId="28D0B853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54F80C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60D010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BEC569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4C370F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Нефтепродукты</w:t>
            </w:r>
          </w:p>
        </w:tc>
      </w:tr>
      <w:tr w:rsidR="006A41B4" w:rsidRPr="00686373" w14:paraId="75B36D6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A3C1BC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F0249A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5D16E6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E8454B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Фенолы</w:t>
            </w:r>
          </w:p>
        </w:tc>
      </w:tr>
      <w:tr w:rsidR="006A41B4" w:rsidRPr="00686373" w14:paraId="15632C7D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F7A43E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08C6D4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764A2891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6033DB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Железо</w:t>
            </w:r>
          </w:p>
        </w:tc>
      </w:tr>
      <w:tr w:rsidR="006A41B4" w:rsidRPr="00686373" w14:paraId="67951B5F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8AE61D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4EB87C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AC5035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31DC18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Марганец</w:t>
            </w:r>
          </w:p>
        </w:tc>
      </w:tr>
      <w:tr w:rsidR="006A41B4" w:rsidRPr="00686373" w14:paraId="24DCA7F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E47FD7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AD415B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552435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3FEDE7A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Медь</w:t>
            </w:r>
          </w:p>
        </w:tc>
      </w:tr>
      <w:tr w:rsidR="006A41B4" w:rsidRPr="00686373" w14:paraId="6A41B27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025893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B0D3FC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4654450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29E8FD14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Свинец</w:t>
            </w:r>
          </w:p>
        </w:tc>
      </w:tr>
      <w:tr w:rsidR="006A41B4" w:rsidRPr="00686373" w14:paraId="34A5DC8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7567928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216C6FE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80EA3C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4ACCF9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Ртуть</w:t>
            </w:r>
          </w:p>
        </w:tc>
      </w:tr>
      <w:tr w:rsidR="006A41B4" w:rsidRPr="00686373" w14:paraId="68FD9E5E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5A0B0C9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4EF41B0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19B803A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37134A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Кадмий</w:t>
            </w:r>
          </w:p>
        </w:tc>
      </w:tr>
      <w:tr w:rsidR="006A41B4" w:rsidRPr="00686373" w14:paraId="0BA351FB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4B162B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0425469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25122AE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4505D40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Цинк</w:t>
            </w:r>
          </w:p>
        </w:tc>
      </w:tr>
      <w:tr w:rsidR="006A41B4" w:rsidRPr="00686373" w14:paraId="78585207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138CCA5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B3A983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31EE231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7C4EA2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Никель</w:t>
            </w:r>
          </w:p>
        </w:tc>
      </w:tr>
      <w:tr w:rsidR="006A41B4" w:rsidRPr="00686373" w14:paraId="6E22FEA1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F4FD1A6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642AB7E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5DEEB3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3F2A14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Мышьяк</w:t>
            </w:r>
          </w:p>
        </w:tc>
      </w:tr>
      <w:tr w:rsidR="006A41B4" w:rsidRPr="00686373" w14:paraId="1D1ADA55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4F8F69C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4BD940A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6892D05D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63505D5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Сульфат-ион</w:t>
            </w:r>
          </w:p>
        </w:tc>
      </w:tr>
      <w:tr w:rsidR="006A41B4" w:rsidRPr="00686373" w14:paraId="41AB5098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2A36BA0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108BA5DE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5866EAC5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7F497F7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Хлорид-ион</w:t>
            </w:r>
          </w:p>
        </w:tc>
      </w:tr>
      <w:tr w:rsidR="006A41B4" w:rsidRPr="00686373" w14:paraId="064EC096" w14:textId="77777777" w:rsidTr="00A723F9">
        <w:trPr>
          <w:trHeight w:val="300"/>
        </w:trPr>
        <w:tc>
          <w:tcPr>
            <w:tcW w:w="944" w:type="dxa"/>
            <w:vMerge/>
            <w:hideMark/>
          </w:tcPr>
          <w:p w14:paraId="643FADC2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  <w:hideMark/>
          </w:tcPr>
          <w:p w14:paraId="79F9E3C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  <w:hideMark/>
          </w:tcPr>
          <w:p w14:paraId="02A57177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14:paraId="1FFEA00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686373">
              <w:rPr>
                <w:rFonts w:ascii="Times New Roman" w:hAnsi="Times New Roman" w:cs="Times New Roman"/>
              </w:rPr>
              <w:t>Сероводород</w:t>
            </w:r>
          </w:p>
        </w:tc>
      </w:tr>
      <w:tr w:rsidR="006A41B4" w:rsidRPr="00686373" w14:paraId="746D9284" w14:textId="77777777" w:rsidTr="00A723F9">
        <w:trPr>
          <w:trHeight w:val="300"/>
        </w:trPr>
        <w:tc>
          <w:tcPr>
            <w:tcW w:w="944" w:type="dxa"/>
            <w:vMerge/>
          </w:tcPr>
          <w:p w14:paraId="163EE4E8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05E0446B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07AD6FD3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3A7B8E9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  <w:tr w:rsidR="006A41B4" w:rsidRPr="00686373" w14:paraId="64347172" w14:textId="77777777" w:rsidTr="00A723F9">
        <w:trPr>
          <w:trHeight w:val="300"/>
        </w:trPr>
        <w:tc>
          <w:tcPr>
            <w:tcW w:w="944" w:type="dxa"/>
            <w:vMerge w:val="restart"/>
          </w:tcPr>
          <w:p w14:paraId="2A9AC3EC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0" w:type="dxa"/>
            <w:vMerge w:val="restart"/>
          </w:tcPr>
          <w:p w14:paraId="0E5AF2DA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 w:rsidRPr="009F0B68">
              <w:rPr>
                <w:rFonts w:ascii="Times New Roman" w:hAnsi="Times New Roman" w:cs="Times New Roman"/>
              </w:rPr>
              <w:t>Оценка токсичности грунта методом биотестирования</w:t>
            </w:r>
          </w:p>
        </w:tc>
        <w:tc>
          <w:tcPr>
            <w:tcW w:w="2026" w:type="dxa"/>
            <w:vMerge w:val="restart"/>
          </w:tcPr>
          <w:p w14:paraId="52235EED" w14:textId="4EC31DC5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</w:tcPr>
          <w:p w14:paraId="31FD79BF" w14:textId="77777777" w:rsidR="006A41B4" w:rsidRPr="00686373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Биотестирование методом водной вытяжки на 2 тест-объектах</w:t>
            </w:r>
          </w:p>
        </w:tc>
      </w:tr>
      <w:tr w:rsidR="006A41B4" w:rsidRPr="00686373" w14:paraId="7171D5AD" w14:textId="77777777" w:rsidTr="00A723F9">
        <w:trPr>
          <w:trHeight w:val="300"/>
        </w:trPr>
        <w:tc>
          <w:tcPr>
            <w:tcW w:w="944" w:type="dxa"/>
            <w:vMerge/>
          </w:tcPr>
          <w:p w14:paraId="4AF1132E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vMerge/>
          </w:tcPr>
          <w:p w14:paraId="1D79B3B7" w14:textId="77777777" w:rsidR="006A41B4" w:rsidRPr="009F0B68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6" w:type="dxa"/>
            <w:vMerge/>
          </w:tcPr>
          <w:p w14:paraId="60F02B73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8BFCEEA" w14:textId="77777777" w:rsidR="006A41B4" w:rsidRDefault="006A41B4" w:rsidP="00A723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протокола</w:t>
            </w:r>
          </w:p>
        </w:tc>
      </w:tr>
    </w:tbl>
    <w:p w14:paraId="371F32A1" w14:textId="77777777" w:rsidR="006A41B4" w:rsidRDefault="006A41B4" w:rsidP="006A41B4">
      <w:pPr>
        <w:rPr>
          <w:rFonts w:ascii="Times New Roman" w:hAnsi="Times New Roman" w:cs="Times New Roman"/>
          <w:b/>
          <w:sz w:val="28"/>
        </w:rPr>
      </w:pPr>
    </w:p>
    <w:p w14:paraId="42E609CE" w14:textId="77777777" w:rsidR="006A41B4" w:rsidRPr="004B3845" w:rsidRDefault="006A41B4" w:rsidP="006A41B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0E12E9F9" w14:textId="77777777" w:rsidR="006A41B4" w:rsidRPr="00620C62" w:rsidRDefault="006A41B4" w:rsidP="006A41B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Cs w:val="24"/>
        </w:rPr>
      </w:pPr>
    </w:p>
    <w:p w14:paraId="06A6A989" w14:textId="77777777" w:rsidR="006A41B4" w:rsidRPr="004B3845" w:rsidRDefault="006A41B4" w:rsidP="006A41B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66B2EE8" w14:textId="38F37B02" w:rsidR="006A41B4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2D7D0" w14:textId="77777777" w:rsidR="006A41B4" w:rsidRPr="004B3845" w:rsidRDefault="006A41B4" w:rsidP="00073E2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6A41B4" w:rsidRPr="004B3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71A5B"/>
    <w:multiLevelType w:val="hybridMultilevel"/>
    <w:tmpl w:val="EEB2A214"/>
    <w:lvl w:ilvl="0" w:tplc="0419000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" w15:restartNumberingAfterBreak="0">
    <w:nsid w:val="2200192A"/>
    <w:multiLevelType w:val="hybridMultilevel"/>
    <w:tmpl w:val="46D02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72F7789"/>
    <w:multiLevelType w:val="hybridMultilevel"/>
    <w:tmpl w:val="2E4A2ED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2C9502CF"/>
    <w:multiLevelType w:val="multilevel"/>
    <w:tmpl w:val="3A400CA6"/>
    <w:lvl w:ilvl="0">
      <w:start w:val="1"/>
      <w:numFmt w:val="decimal"/>
      <w:lvlText w:val="%1."/>
      <w:lvlJc w:val="left"/>
      <w:pPr>
        <w:ind w:left="503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18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5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22449E9"/>
    <w:multiLevelType w:val="hybridMultilevel"/>
    <w:tmpl w:val="5714FB7E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923887"/>
    <w:multiLevelType w:val="hybridMultilevel"/>
    <w:tmpl w:val="C6AAFFA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5E"/>
    <w:rsid w:val="00003737"/>
    <w:rsid w:val="00006129"/>
    <w:rsid w:val="00023B1D"/>
    <w:rsid w:val="000562C1"/>
    <w:rsid w:val="000660C3"/>
    <w:rsid w:val="00073345"/>
    <w:rsid w:val="00073E29"/>
    <w:rsid w:val="000835F8"/>
    <w:rsid w:val="00086555"/>
    <w:rsid w:val="000973B0"/>
    <w:rsid w:val="000B0DD3"/>
    <w:rsid w:val="000C2F25"/>
    <w:rsid w:val="000C3DC7"/>
    <w:rsid w:val="000D59AA"/>
    <w:rsid w:val="000E109F"/>
    <w:rsid w:val="000F2D8D"/>
    <w:rsid w:val="00106CBE"/>
    <w:rsid w:val="001146EC"/>
    <w:rsid w:val="001170EE"/>
    <w:rsid w:val="0012013F"/>
    <w:rsid w:val="001219A9"/>
    <w:rsid w:val="0015017D"/>
    <w:rsid w:val="00150FF5"/>
    <w:rsid w:val="001640FB"/>
    <w:rsid w:val="001712E4"/>
    <w:rsid w:val="00192CF7"/>
    <w:rsid w:val="001C2B66"/>
    <w:rsid w:val="001D4A60"/>
    <w:rsid w:val="001D6288"/>
    <w:rsid w:val="002002E4"/>
    <w:rsid w:val="00224AB7"/>
    <w:rsid w:val="00233198"/>
    <w:rsid w:val="00237536"/>
    <w:rsid w:val="0024241A"/>
    <w:rsid w:val="00253ADF"/>
    <w:rsid w:val="00253DC8"/>
    <w:rsid w:val="00266552"/>
    <w:rsid w:val="0028176A"/>
    <w:rsid w:val="00290BD1"/>
    <w:rsid w:val="002A3EEF"/>
    <w:rsid w:val="002A7AEA"/>
    <w:rsid w:val="002B4A69"/>
    <w:rsid w:val="002B55F3"/>
    <w:rsid w:val="002C0B99"/>
    <w:rsid w:val="002C13B2"/>
    <w:rsid w:val="002E601F"/>
    <w:rsid w:val="003167C6"/>
    <w:rsid w:val="0033595B"/>
    <w:rsid w:val="003364EE"/>
    <w:rsid w:val="0034261C"/>
    <w:rsid w:val="0036545E"/>
    <w:rsid w:val="00386A45"/>
    <w:rsid w:val="003C168D"/>
    <w:rsid w:val="003D13B1"/>
    <w:rsid w:val="00406D3B"/>
    <w:rsid w:val="00436679"/>
    <w:rsid w:val="00441719"/>
    <w:rsid w:val="00447FE4"/>
    <w:rsid w:val="004534F2"/>
    <w:rsid w:val="004840A4"/>
    <w:rsid w:val="004924AF"/>
    <w:rsid w:val="004B2F02"/>
    <w:rsid w:val="004B3845"/>
    <w:rsid w:val="004E0EC8"/>
    <w:rsid w:val="004E353A"/>
    <w:rsid w:val="004E5879"/>
    <w:rsid w:val="004F5BC5"/>
    <w:rsid w:val="00515C21"/>
    <w:rsid w:val="0051680E"/>
    <w:rsid w:val="00524957"/>
    <w:rsid w:val="00576901"/>
    <w:rsid w:val="005C76D1"/>
    <w:rsid w:val="005D58B9"/>
    <w:rsid w:val="005E2D8E"/>
    <w:rsid w:val="00602919"/>
    <w:rsid w:val="00606408"/>
    <w:rsid w:val="00607F99"/>
    <w:rsid w:val="0061604E"/>
    <w:rsid w:val="0061663A"/>
    <w:rsid w:val="00620C62"/>
    <w:rsid w:val="00647EDE"/>
    <w:rsid w:val="00660485"/>
    <w:rsid w:val="00662F49"/>
    <w:rsid w:val="00671C85"/>
    <w:rsid w:val="0069043E"/>
    <w:rsid w:val="00691125"/>
    <w:rsid w:val="006A41B4"/>
    <w:rsid w:val="006D6225"/>
    <w:rsid w:val="006E31F0"/>
    <w:rsid w:val="0070722F"/>
    <w:rsid w:val="007230E2"/>
    <w:rsid w:val="0072766F"/>
    <w:rsid w:val="00736CF7"/>
    <w:rsid w:val="007474A0"/>
    <w:rsid w:val="0078767C"/>
    <w:rsid w:val="007A01A4"/>
    <w:rsid w:val="007A02AD"/>
    <w:rsid w:val="007B7B86"/>
    <w:rsid w:val="007C42FC"/>
    <w:rsid w:val="007F0210"/>
    <w:rsid w:val="007F087A"/>
    <w:rsid w:val="007F47BB"/>
    <w:rsid w:val="0080414C"/>
    <w:rsid w:val="0080629C"/>
    <w:rsid w:val="00810700"/>
    <w:rsid w:val="00813A5E"/>
    <w:rsid w:val="00823029"/>
    <w:rsid w:val="008244A5"/>
    <w:rsid w:val="00825D9A"/>
    <w:rsid w:val="0082641A"/>
    <w:rsid w:val="008303E9"/>
    <w:rsid w:val="00835D07"/>
    <w:rsid w:val="00840BF8"/>
    <w:rsid w:val="00854933"/>
    <w:rsid w:val="00857262"/>
    <w:rsid w:val="00886AF1"/>
    <w:rsid w:val="00892451"/>
    <w:rsid w:val="008C37B7"/>
    <w:rsid w:val="008D2613"/>
    <w:rsid w:val="009175EF"/>
    <w:rsid w:val="00924536"/>
    <w:rsid w:val="0094294A"/>
    <w:rsid w:val="009568C9"/>
    <w:rsid w:val="009663AE"/>
    <w:rsid w:val="0097290C"/>
    <w:rsid w:val="00982D2C"/>
    <w:rsid w:val="00997664"/>
    <w:rsid w:val="009C0823"/>
    <w:rsid w:val="009D1D7B"/>
    <w:rsid w:val="009D7663"/>
    <w:rsid w:val="009E1D53"/>
    <w:rsid w:val="00A13AC4"/>
    <w:rsid w:val="00A15432"/>
    <w:rsid w:val="00A241E3"/>
    <w:rsid w:val="00A25DD7"/>
    <w:rsid w:val="00A30CBD"/>
    <w:rsid w:val="00A34004"/>
    <w:rsid w:val="00A566F1"/>
    <w:rsid w:val="00A646F4"/>
    <w:rsid w:val="00A7108F"/>
    <w:rsid w:val="00A849E5"/>
    <w:rsid w:val="00A86FD9"/>
    <w:rsid w:val="00A97C65"/>
    <w:rsid w:val="00AA1197"/>
    <w:rsid w:val="00AA60E7"/>
    <w:rsid w:val="00AB2398"/>
    <w:rsid w:val="00AD44ED"/>
    <w:rsid w:val="00AE090C"/>
    <w:rsid w:val="00AF462A"/>
    <w:rsid w:val="00B12E47"/>
    <w:rsid w:val="00B319B9"/>
    <w:rsid w:val="00B35812"/>
    <w:rsid w:val="00B57808"/>
    <w:rsid w:val="00B72D06"/>
    <w:rsid w:val="00B7646D"/>
    <w:rsid w:val="00B83E96"/>
    <w:rsid w:val="00B93E3E"/>
    <w:rsid w:val="00BA4C0E"/>
    <w:rsid w:val="00BB7DA2"/>
    <w:rsid w:val="00BD6F01"/>
    <w:rsid w:val="00BF7396"/>
    <w:rsid w:val="00C04652"/>
    <w:rsid w:val="00C47F30"/>
    <w:rsid w:val="00C669E8"/>
    <w:rsid w:val="00C73C24"/>
    <w:rsid w:val="00C76B1F"/>
    <w:rsid w:val="00CA05C0"/>
    <w:rsid w:val="00CB0316"/>
    <w:rsid w:val="00CB083E"/>
    <w:rsid w:val="00CD2EF1"/>
    <w:rsid w:val="00CF03B9"/>
    <w:rsid w:val="00D059B7"/>
    <w:rsid w:val="00D12ED5"/>
    <w:rsid w:val="00D14669"/>
    <w:rsid w:val="00D20AAB"/>
    <w:rsid w:val="00D36162"/>
    <w:rsid w:val="00D37F24"/>
    <w:rsid w:val="00D40340"/>
    <w:rsid w:val="00D60FAF"/>
    <w:rsid w:val="00D72A39"/>
    <w:rsid w:val="00D863E4"/>
    <w:rsid w:val="00DA681E"/>
    <w:rsid w:val="00DC2097"/>
    <w:rsid w:val="00DC3C24"/>
    <w:rsid w:val="00DE3380"/>
    <w:rsid w:val="00DF15C9"/>
    <w:rsid w:val="00DF49FF"/>
    <w:rsid w:val="00DF5DCC"/>
    <w:rsid w:val="00E04E9F"/>
    <w:rsid w:val="00E358B8"/>
    <w:rsid w:val="00E35AAC"/>
    <w:rsid w:val="00E86988"/>
    <w:rsid w:val="00E91A63"/>
    <w:rsid w:val="00EA278B"/>
    <w:rsid w:val="00EA2C31"/>
    <w:rsid w:val="00EB6CD6"/>
    <w:rsid w:val="00EB74C8"/>
    <w:rsid w:val="00F0417B"/>
    <w:rsid w:val="00F34442"/>
    <w:rsid w:val="00F50CAF"/>
    <w:rsid w:val="00F71F9F"/>
    <w:rsid w:val="00F72311"/>
    <w:rsid w:val="00F73793"/>
    <w:rsid w:val="00F87534"/>
    <w:rsid w:val="00F8791F"/>
    <w:rsid w:val="00F94D48"/>
    <w:rsid w:val="00FA2F25"/>
    <w:rsid w:val="00FA5B9F"/>
    <w:rsid w:val="00FA6DFC"/>
    <w:rsid w:val="00FB3167"/>
    <w:rsid w:val="00FD375B"/>
    <w:rsid w:val="00FD7BE9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8F19"/>
  <w15:chartTrackingRefBased/>
  <w15:docId w15:val="{6D9BDF3E-0875-4A0B-AC7C-AE9E3CF4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B86"/>
    <w:pPr>
      <w:ind w:left="720"/>
      <w:contextualSpacing/>
    </w:pPr>
  </w:style>
  <w:style w:type="character" w:styleId="a4">
    <w:name w:val="Hyperlink"/>
    <w:basedOn w:val="a0"/>
    <w:unhideWhenUsed/>
    <w:rsid w:val="00C73C24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F2B91"/>
    <w:rPr>
      <w:color w:val="954F72" w:themeColor="followedHyperlink"/>
      <w:u w:val="single"/>
    </w:rPr>
  </w:style>
  <w:style w:type="paragraph" w:styleId="a6">
    <w:name w:val="Body Text"/>
    <w:basedOn w:val="a"/>
    <w:link w:val="a7"/>
    <w:rsid w:val="008D261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8D261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styleId="a8">
    <w:name w:val="Table Grid"/>
    <w:basedOn w:val="a1"/>
    <w:uiPriority w:val="39"/>
    <w:rsid w:val="00C7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B55E4-3D12-4B62-A2FB-E46058F0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</dc:creator>
  <cp:keywords/>
  <dc:description/>
  <cp:lastModifiedBy>Imeshkenov Aleksandr</cp:lastModifiedBy>
  <cp:revision>8</cp:revision>
  <dcterms:created xsi:type="dcterms:W3CDTF">2023-08-28T09:05:00Z</dcterms:created>
  <dcterms:modified xsi:type="dcterms:W3CDTF">2023-10-13T00:28:00Z</dcterms:modified>
</cp:coreProperties>
</file>