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A32D44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 xml:space="preserve">е, </w:t>
      </w:r>
    </w:p>
    <w:p w:rsidR="00A32D44" w:rsidRDefault="0062346E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размещенн</w:t>
      </w:r>
      <w:r w:rsidR="00A61AB4">
        <w:rPr>
          <w:rFonts w:ascii="Times New Roman" w:hAnsi="Times New Roman" w:cs="Times New Roman"/>
          <w:sz w:val="24"/>
          <w:szCs w:val="24"/>
        </w:rPr>
        <w:t>ы</w:t>
      </w:r>
      <w:r w:rsidR="00A32D44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  <w:r w:rsidR="00A32D44">
        <w:rPr>
          <w:rFonts w:ascii="Times New Roman" w:hAnsi="Times New Roman" w:cs="Times New Roman"/>
          <w:sz w:val="24"/>
          <w:szCs w:val="24"/>
        </w:rPr>
        <w:t>к</w:t>
      </w:r>
      <w:r w:rsidR="00A32D44" w:rsidRPr="00A32D44">
        <w:rPr>
          <w:rFonts w:ascii="Times New Roman" w:hAnsi="Times New Roman" w:cs="Times New Roman"/>
          <w:sz w:val="24"/>
          <w:szCs w:val="24"/>
        </w:rPr>
        <w:t>орпоративн</w:t>
      </w:r>
      <w:r w:rsidR="00A32D44">
        <w:rPr>
          <w:rFonts w:ascii="Times New Roman" w:hAnsi="Times New Roman" w:cs="Times New Roman"/>
          <w:sz w:val="24"/>
          <w:szCs w:val="24"/>
        </w:rPr>
        <w:t>ом</w:t>
      </w:r>
      <w:r w:rsidR="00A32D44" w:rsidRPr="00A32D44">
        <w:rPr>
          <w:rFonts w:ascii="Times New Roman" w:hAnsi="Times New Roman" w:cs="Times New Roman"/>
          <w:sz w:val="24"/>
          <w:szCs w:val="24"/>
        </w:rPr>
        <w:t xml:space="preserve"> веб-сайт ООО «ИЦ «Иркутскэнерго»</w:t>
      </w:r>
      <w:r w:rsidR="00A32D44" w:rsidRPr="00A32D44">
        <w:rPr>
          <w:rFonts w:ascii="Times New Roman" w:hAnsi="Times New Roman" w:cs="Times New Roman"/>
          <w:sz w:val="24"/>
          <w:szCs w:val="24"/>
        </w:rPr>
        <w:t xml:space="preserve"> https://icenter.irkutskenergo.ru/qa/9533.html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D44" w:rsidRPr="00A32D44" w:rsidRDefault="00F218B9" w:rsidP="00A32D4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DF768E">
        <w:rPr>
          <w:rFonts w:ascii="Times New Roman" w:hAnsi="Times New Roman" w:cs="Times New Roman"/>
          <w:sz w:val="24"/>
          <w:szCs w:val="24"/>
        </w:rPr>
        <w:t>п</w:t>
      </w:r>
      <w:r w:rsidR="00DF768E" w:rsidRPr="00DF768E">
        <w:rPr>
          <w:rFonts w:ascii="Times New Roman" w:hAnsi="Times New Roman" w:cs="Times New Roman"/>
          <w:sz w:val="24"/>
          <w:szCs w:val="24"/>
        </w:rPr>
        <w:t>оставк</w:t>
      </w:r>
      <w:r w:rsidR="00DF768E">
        <w:rPr>
          <w:rFonts w:ascii="Times New Roman" w:hAnsi="Times New Roman" w:cs="Times New Roman"/>
          <w:sz w:val="24"/>
          <w:szCs w:val="24"/>
        </w:rPr>
        <w:t>и</w:t>
      </w:r>
      <w:r w:rsidR="00DF768E" w:rsidRPr="00DF768E">
        <w:rPr>
          <w:rFonts w:ascii="Times New Roman" w:hAnsi="Times New Roman" w:cs="Times New Roman"/>
          <w:sz w:val="24"/>
          <w:szCs w:val="24"/>
        </w:rPr>
        <w:t xml:space="preserve"> </w:t>
      </w:r>
      <w:r w:rsidR="00A32D44" w:rsidRPr="00A32D44">
        <w:rPr>
          <w:rFonts w:ascii="Times New Roman" w:hAnsi="Times New Roman" w:cs="Times New Roman"/>
          <w:sz w:val="24"/>
          <w:szCs w:val="24"/>
        </w:rPr>
        <w:t>детских новогодних подарков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Pr="00635E33" w:rsidRDefault="009A0506" w:rsidP="00A32D44">
      <w:pPr>
        <w:jc w:val="both"/>
      </w:pPr>
      <w:r w:rsidRPr="00635E33">
        <w:t>Настоящим уведомляем о внесении следующих изменений в</w:t>
      </w:r>
      <w:r w:rsidR="00D67568" w:rsidRPr="00635E33">
        <w:t xml:space="preserve"> документацию и</w:t>
      </w:r>
      <w:r w:rsidRPr="00635E33">
        <w:t xml:space="preserve"> извещение</w:t>
      </w:r>
      <w:r w:rsidR="00F218B9" w:rsidRPr="00635E33">
        <w:t xml:space="preserve"> по анализу предложений на право </w:t>
      </w:r>
      <w:r w:rsidR="00D67568" w:rsidRPr="00635E33">
        <w:t xml:space="preserve">заключения договора </w:t>
      </w:r>
      <w:r w:rsidR="00DF768E">
        <w:t>п</w:t>
      </w:r>
      <w:r w:rsidR="00DF768E" w:rsidRPr="00DF768E">
        <w:t xml:space="preserve">оставки </w:t>
      </w:r>
      <w:r w:rsidR="00A32D44" w:rsidRPr="00F766F1">
        <w:rPr>
          <w:color w:val="000000"/>
        </w:rPr>
        <w:t>детских</w:t>
      </w:r>
      <w:r w:rsidR="00A32D44">
        <w:rPr>
          <w:color w:val="000000"/>
        </w:rPr>
        <w:t xml:space="preserve"> </w:t>
      </w:r>
      <w:r w:rsidR="00A32D44" w:rsidRPr="00F766F1">
        <w:rPr>
          <w:color w:val="000000"/>
        </w:rPr>
        <w:t>новогодних подарков</w:t>
      </w:r>
      <w:r w:rsidR="00FE2CB0" w:rsidRPr="00635E33"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A32D44">
        <w:rPr>
          <w:rFonts w:eastAsia="Calibri"/>
          <w:lang w:eastAsia="en-US"/>
        </w:rPr>
        <w:t>31</w:t>
      </w:r>
      <w:r w:rsidRPr="00635E33">
        <w:rPr>
          <w:rFonts w:eastAsia="Calibri"/>
          <w:lang w:eastAsia="en-US"/>
        </w:rPr>
        <w:t xml:space="preserve">» </w:t>
      </w:r>
      <w:r w:rsidR="00DF768E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</w:t>
      </w:r>
      <w:r w:rsidR="00DF768E">
        <w:rPr>
          <w:rFonts w:eastAsia="Calibri"/>
          <w:lang w:eastAsia="en-US"/>
        </w:rPr>
        <w:t>0</w:t>
      </w:r>
      <w:r w:rsidRPr="00635E33">
        <w:rPr>
          <w:rFonts w:eastAsia="Calibri"/>
          <w:lang w:eastAsia="en-US"/>
        </w:rPr>
        <w:t>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A32D44">
        <w:rPr>
          <w:rFonts w:eastAsia="Calibri"/>
          <w:lang w:eastAsia="en-US"/>
        </w:rPr>
        <w:t>02</w:t>
      </w:r>
      <w:r w:rsidRPr="00635E33">
        <w:rPr>
          <w:rFonts w:eastAsia="Calibri"/>
          <w:lang w:eastAsia="en-US"/>
        </w:rPr>
        <w:t xml:space="preserve">» </w:t>
      </w:r>
      <w:r w:rsidR="00A32D44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2023 г. в 1</w:t>
      </w:r>
      <w:r w:rsidR="00C84820">
        <w:rPr>
          <w:rFonts w:eastAsia="Calibri"/>
          <w:lang w:eastAsia="en-US"/>
        </w:rPr>
        <w:t>0</w:t>
      </w:r>
      <w:r w:rsidRPr="00635E33">
        <w:rPr>
          <w:rFonts w:eastAsia="Calibri"/>
          <w:lang w:eastAsia="en-US"/>
        </w:rPr>
        <w:t>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A32D44">
        <w:rPr>
          <w:rFonts w:eastAsia="Calibri"/>
          <w:lang w:eastAsia="en-US"/>
        </w:rPr>
        <w:t>31</w:t>
      </w:r>
      <w:r w:rsidRPr="00635E33">
        <w:rPr>
          <w:rFonts w:eastAsia="Calibri"/>
          <w:lang w:eastAsia="en-US"/>
        </w:rPr>
        <w:t xml:space="preserve">» </w:t>
      </w:r>
      <w:r w:rsidR="00DF768E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A32D44">
        <w:rPr>
          <w:rFonts w:eastAsia="Calibri"/>
          <w:lang w:eastAsia="en-US"/>
        </w:rPr>
        <w:t>02</w:t>
      </w:r>
      <w:r w:rsidRPr="00635E33">
        <w:rPr>
          <w:rFonts w:eastAsia="Calibri"/>
          <w:lang w:eastAsia="en-US"/>
        </w:rPr>
        <w:t xml:space="preserve">» </w:t>
      </w:r>
      <w:r w:rsidR="00A32D44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2023 в 14.00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</w:t>
      </w:r>
      <w:r w:rsidR="00A32D44">
        <w:t>на к</w:t>
      </w:r>
      <w:r w:rsidR="00A32D44" w:rsidRPr="00A32D44">
        <w:t>орпоративн</w:t>
      </w:r>
      <w:r w:rsidR="00A32D44">
        <w:t>ом</w:t>
      </w:r>
      <w:r w:rsidR="00A32D44" w:rsidRPr="00A32D44">
        <w:t xml:space="preserve"> веб-сайт ООО «ИЦ «Иркутскэнерго» https://icenter.irkutskenergo.ru/qa/9533.html</w:t>
      </w:r>
      <w:r w:rsidR="00BA456F">
        <w:rPr>
          <w:rStyle w:val="a3"/>
          <w:color w:val="auto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32D44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84820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DF768E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0631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erp-urlitem">
    <w:name w:val="serp-url__item"/>
    <w:rsid w:val="00A32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1049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38</cp:revision>
  <cp:lastPrinted>2013-03-04T02:36:00Z</cp:lastPrinted>
  <dcterms:created xsi:type="dcterms:W3CDTF">2018-07-05T07:03:00Z</dcterms:created>
  <dcterms:modified xsi:type="dcterms:W3CDTF">2023-10-31T06:30:00Z</dcterms:modified>
</cp:coreProperties>
</file>