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1E746D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е, размещенн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62346E">
        <w:rPr>
          <w:rFonts w:ascii="Times New Roman" w:hAnsi="Times New Roman" w:cs="Times New Roman"/>
          <w:sz w:val="24"/>
          <w:szCs w:val="24"/>
        </w:rPr>
        <w:t xml:space="preserve"> на</w:t>
      </w:r>
      <w:r w:rsidR="00F218B9">
        <w:rPr>
          <w:rFonts w:ascii="Times New Roman" w:hAnsi="Times New Roman" w:cs="Times New Roman"/>
          <w:sz w:val="24"/>
          <w:szCs w:val="24"/>
        </w:rPr>
        <w:t xml:space="preserve"> </w:t>
      </w:r>
      <w:r w:rsidR="00F16FB0">
        <w:rPr>
          <w:rFonts w:ascii="Times New Roman" w:hAnsi="Times New Roman" w:cs="Times New Roman"/>
          <w:sz w:val="24"/>
          <w:szCs w:val="24"/>
        </w:rPr>
        <w:t>официальном сайте ООО «ИЦ «</w:t>
      </w:r>
      <w:proofErr w:type="spellStart"/>
      <w:r w:rsidR="00F16FB0">
        <w:rPr>
          <w:rFonts w:ascii="Times New Roman" w:hAnsi="Times New Roman" w:cs="Times New Roman"/>
          <w:sz w:val="24"/>
          <w:szCs w:val="24"/>
        </w:rPr>
        <w:t>Иркутскэнерго»</w:t>
      </w:r>
      <w:proofErr w:type="spellEnd"/>
      <w:r w:rsidR="00BF2989">
        <w:rPr>
          <w:rFonts w:ascii="Times New Roman" w:hAnsi="Times New Roman" w:cs="Times New Roman"/>
          <w:sz w:val="24"/>
          <w:szCs w:val="24"/>
        </w:rPr>
        <w:t>,</w:t>
      </w:r>
      <w:r w:rsidR="00F218B9">
        <w:rPr>
          <w:rFonts w:ascii="Times New Roman" w:hAnsi="Times New Roman" w:cs="Times New Roman"/>
          <w:sz w:val="24"/>
          <w:szCs w:val="24"/>
        </w:rPr>
        <w:t xml:space="preserve"> на право заключения договора </w:t>
      </w:r>
    </w:p>
    <w:p w:rsidR="00F16FB0" w:rsidRPr="00B74311" w:rsidRDefault="00883749" w:rsidP="00F16FB0">
      <w:pPr>
        <w:pStyle w:val="a7"/>
      </w:pPr>
      <w:r>
        <w:t xml:space="preserve">на </w:t>
      </w:r>
      <w:r w:rsidR="00F16FB0" w:rsidRPr="00B74311">
        <w:t>оказание услуг по приему, обработке, перевозке и доставке экспресс-отправлений</w:t>
      </w:r>
    </w:p>
    <w:p w:rsidR="009A0506" w:rsidRPr="00BF2989" w:rsidRDefault="009A0506" w:rsidP="00BF2989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A0506" w:rsidRDefault="009A0506" w:rsidP="009A0506">
      <w:pPr>
        <w:jc w:val="both"/>
      </w:pPr>
    </w:p>
    <w:p w:rsidR="005B3C41" w:rsidRDefault="009A0506" w:rsidP="00F16FB0">
      <w:pPr>
        <w:pStyle w:val="a7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на право заключения договора</w:t>
      </w:r>
      <w:r w:rsidR="00BF2989">
        <w:rPr>
          <w:color w:val="44443F"/>
        </w:rPr>
        <w:t xml:space="preserve"> на</w:t>
      </w:r>
      <w:r w:rsidR="00883749">
        <w:rPr>
          <w:color w:val="44443F"/>
        </w:rPr>
        <w:t xml:space="preserve"> </w:t>
      </w:r>
      <w:r w:rsidR="00F16FB0" w:rsidRPr="00B74311">
        <w:t>оказание услуг по приему, обработке, перевозке и доставке экспресс-отправлений</w:t>
      </w:r>
      <w:r w:rsidR="00FE2CB0">
        <w:rPr>
          <w:color w:val="44443F"/>
        </w:rPr>
        <w:t>:</w:t>
      </w:r>
    </w:p>
    <w:p w:rsidR="00BA456F" w:rsidRDefault="00BA456F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сроков:</w:t>
      </w:r>
    </w:p>
    <w:p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</w:t>
      </w:r>
      <w:r w:rsidR="00F218B9">
        <w:t>на</w:t>
      </w:r>
      <w:r w:rsidR="00863F69">
        <w:t xml:space="preserve"> </w:t>
      </w:r>
      <w:r>
        <w:t>«</w:t>
      </w:r>
      <w:r w:rsidR="00883749">
        <w:t>1</w:t>
      </w:r>
      <w:r w:rsidR="00F16FB0">
        <w:t>6</w:t>
      </w:r>
      <w:r w:rsidR="00D01C82">
        <w:t xml:space="preserve">» </w:t>
      </w:r>
      <w:r w:rsidR="00883749">
        <w:t>ноября</w:t>
      </w:r>
      <w:r>
        <w:t xml:space="preserve"> 202</w:t>
      </w:r>
      <w:r w:rsidR="00D01C82">
        <w:t>3</w:t>
      </w:r>
      <w:r>
        <w:t xml:space="preserve"> в 1</w:t>
      </w:r>
      <w:r w:rsidR="00873382">
        <w:t>0</w:t>
      </w:r>
      <w:r>
        <w:t>-00 час. по иркутскому времени;</w:t>
      </w:r>
    </w:p>
    <w:p w:rsidR="00981773" w:rsidRDefault="00BA456F" w:rsidP="00BA456F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BF2989">
        <w:t>1</w:t>
      </w:r>
      <w:r w:rsidR="00F16FB0">
        <w:t>6</w:t>
      </w:r>
      <w:r w:rsidRPr="00C43CEB">
        <w:t xml:space="preserve">» </w:t>
      </w:r>
      <w:r w:rsidR="00883749">
        <w:t>ноября</w:t>
      </w:r>
      <w:r w:rsidRPr="00C43CEB">
        <w:t xml:space="preserve"> 202</w:t>
      </w:r>
      <w:r w:rsidR="00D01C82">
        <w:t>3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EF5F53" w:rsidRDefault="00EF5F53" w:rsidP="009A0506">
      <w:pPr>
        <w:jc w:val="both"/>
        <w:outlineLvl w:val="0"/>
        <w:rPr>
          <w:color w:val="44443F"/>
        </w:rPr>
      </w:pPr>
    </w:p>
    <w:p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F16FB0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r w:rsidR="00F16FB0" w:rsidRPr="00BA0144">
        <w:t>https://icenter.irkutskenergo.ru/qa/9523.html</w:t>
      </w:r>
      <w:bookmarkStart w:id="0" w:name="_GoBack"/>
      <w:bookmarkEnd w:id="0"/>
      <w:r w:rsidR="00BA456F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402A3"/>
    <w:rsid w:val="00442DBB"/>
    <w:rsid w:val="0044317E"/>
    <w:rsid w:val="00451D8E"/>
    <w:rsid w:val="00455EE5"/>
    <w:rsid w:val="004B338C"/>
    <w:rsid w:val="004D73EF"/>
    <w:rsid w:val="004E2ACF"/>
    <w:rsid w:val="0054659F"/>
    <w:rsid w:val="005B3C41"/>
    <w:rsid w:val="005E5297"/>
    <w:rsid w:val="00601930"/>
    <w:rsid w:val="0061259E"/>
    <w:rsid w:val="00614DD4"/>
    <w:rsid w:val="0062346E"/>
    <w:rsid w:val="0065447D"/>
    <w:rsid w:val="0066417B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A17D4"/>
    <w:rsid w:val="00EA23C0"/>
    <w:rsid w:val="00EF0613"/>
    <w:rsid w:val="00EF16EB"/>
    <w:rsid w:val="00EF5F53"/>
    <w:rsid w:val="00F03C9C"/>
    <w:rsid w:val="00F16FB0"/>
    <w:rsid w:val="00F218B9"/>
    <w:rsid w:val="00F547AE"/>
    <w:rsid w:val="00F55CB5"/>
    <w:rsid w:val="00F57E56"/>
    <w:rsid w:val="00F8339F"/>
    <w:rsid w:val="00FA0E3C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8829C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116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920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34</cp:revision>
  <cp:lastPrinted>2013-03-04T02:36:00Z</cp:lastPrinted>
  <dcterms:created xsi:type="dcterms:W3CDTF">2018-07-05T07:03:00Z</dcterms:created>
  <dcterms:modified xsi:type="dcterms:W3CDTF">2023-11-14T02:55:00Z</dcterms:modified>
</cp:coreProperties>
</file>