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  <w:r w:rsidR="00F16FB0">
        <w:rPr>
          <w:rFonts w:ascii="Times New Roman" w:hAnsi="Times New Roman" w:cs="Times New Roman"/>
          <w:sz w:val="24"/>
          <w:szCs w:val="24"/>
        </w:rPr>
        <w:t>официальном сайте ООО «ИЦ «Иркутскэнерго»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F16FB0" w:rsidRPr="00B74311" w:rsidRDefault="00883749" w:rsidP="00F16FB0">
      <w:pPr>
        <w:pStyle w:val="a7"/>
      </w:pPr>
      <w:r>
        <w:t xml:space="preserve">на </w:t>
      </w:r>
      <w:r w:rsidR="00F16FB0" w:rsidRPr="00B74311">
        <w:t>оказание услуг по приему, обработке, перевозке и доставке экспресс-отправлений</w:t>
      </w: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Default="009A0506" w:rsidP="00F16FB0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на</w:t>
      </w:r>
      <w:r w:rsidR="00883749">
        <w:rPr>
          <w:color w:val="44443F"/>
        </w:rPr>
        <w:t xml:space="preserve"> </w:t>
      </w:r>
      <w:r w:rsidR="00F16FB0" w:rsidRPr="00B74311">
        <w:t>оказание услуг по приему, обработке, перевозке и доставке экспресс-отправлений</w:t>
      </w:r>
      <w:r w:rsidR="00FE2CB0">
        <w:rPr>
          <w:color w:val="44443F"/>
        </w:rPr>
        <w:t>:</w:t>
      </w:r>
    </w:p>
    <w:p w:rsidR="00973EE7" w:rsidRDefault="00973EE7" w:rsidP="00973EE7">
      <w:pPr>
        <w:pStyle w:val="a7"/>
        <w:numPr>
          <w:ilvl w:val="0"/>
          <w:numId w:val="7"/>
        </w:numPr>
        <w:rPr>
          <w:color w:val="44443F"/>
        </w:rPr>
      </w:pPr>
      <w:r>
        <w:rPr>
          <w:color w:val="44443F"/>
        </w:rPr>
        <w:t xml:space="preserve">Внесение изменений в </w:t>
      </w:r>
      <w:r w:rsidR="00DD24BD">
        <w:rPr>
          <w:color w:val="44443F"/>
        </w:rPr>
        <w:t xml:space="preserve">Приложение № 1 к Спецификации в части изменения стоимости услуг </w:t>
      </w:r>
      <w:proofErr w:type="spellStart"/>
      <w:r w:rsidR="00DD24BD">
        <w:rPr>
          <w:color w:val="44443F"/>
        </w:rPr>
        <w:t>попозиционно</w:t>
      </w:r>
      <w:proofErr w:type="spellEnd"/>
      <w:r w:rsidR="00DD24BD">
        <w:rPr>
          <w:color w:val="44443F"/>
        </w:rPr>
        <w:t>, без изменения общей стоимости начальной (максимальной) цены договора.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Pr="00940874" w:rsidRDefault="00BA456F" w:rsidP="00BA456F">
      <w:pPr>
        <w:pStyle w:val="a7"/>
        <w:ind w:left="720"/>
      </w:pPr>
      <w:r w:rsidRPr="00940874">
        <w:t xml:space="preserve">Дата и время срока окончания подачи заявок: </w:t>
      </w:r>
      <w:r w:rsidR="00F218B9" w:rsidRPr="00940874">
        <w:t>на</w:t>
      </w:r>
      <w:r w:rsidR="00863F69" w:rsidRPr="00940874">
        <w:t xml:space="preserve"> </w:t>
      </w:r>
      <w:r w:rsidRPr="00940874">
        <w:t>«</w:t>
      </w:r>
      <w:r w:rsidR="00DD24BD" w:rsidRPr="00940874">
        <w:t>21</w:t>
      </w:r>
      <w:r w:rsidR="00D01C82" w:rsidRPr="00940874">
        <w:t xml:space="preserve">» </w:t>
      </w:r>
      <w:r w:rsidR="00883749" w:rsidRPr="00940874">
        <w:t>ноября</w:t>
      </w:r>
      <w:r w:rsidRPr="00940874">
        <w:t xml:space="preserve"> 202</w:t>
      </w:r>
      <w:r w:rsidR="00D01C82" w:rsidRPr="00940874">
        <w:t>3</w:t>
      </w:r>
      <w:r w:rsidRPr="00940874">
        <w:t xml:space="preserve"> в 1</w:t>
      </w:r>
      <w:r w:rsidR="00873382" w:rsidRPr="00940874">
        <w:t>0</w:t>
      </w:r>
      <w:r w:rsidRPr="00940874">
        <w:t>-00 час. по иркутскому времени;</w:t>
      </w:r>
    </w:p>
    <w:p w:rsidR="00981773" w:rsidRPr="00940874" w:rsidRDefault="00BA456F" w:rsidP="00BA456F">
      <w:pPr>
        <w:pStyle w:val="a7"/>
        <w:ind w:left="720"/>
      </w:pPr>
      <w:r w:rsidRPr="00940874">
        <w:t>Дата подведения итогов закупки: «</w:t>
      </w:r>
      <w:r w:rsidR="00DD24BD" w:rsidRPr="00940874">
        <w:t>21</w:t>
      </w:r>
      <w:r w:rsidRPr="00940874">
        <w:t xml:space="preserve">» </w:t>
      </w:r>
      <w:r w:rsidR="00883749" w:rsidRPr="00940874">
        <w:t>ноября</w:t>
      </w:r>
      <w:r w:rsidRPr="00940874">
        <w:t xml:space="preserve"> 202</w:t>
      </w:r>
      <w:r w:rsidR="00D01C82" w:rsidRPr="00940874">
        <w:t>3</w:t>
      </w:r>
      <w:r w:rsidRPr="00940874">
        <w:t xml:space="preserve"> г. в 14-00 час. по иркутскому времени.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F16FB0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F16FB0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  <w:bookmarkStart w:id="0" w:name="_GoBack"/>
      <w:bookmarkEnd w:id="0"/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40874"/>
    <w:rsid w:val="009726BE"/>
    <w:rsid w:val="00973EE7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5036C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DD24B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16FB0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036A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1088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37</cp:revision>
  <cp:lastPrinted>2013-03-04T02:36:00Z</cp:lastPrinted>
  <dcterms:created xsi:type="dcterms:W3CDTF">2018-07-05T07:03:00Z</dcterms:created>
  <dcterms:modified xsi:type="dcterms:W3CDTF">2023-11-16T07:10:00Z</dcterms:modified>
</cp:coreProperties>
</file>