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872937" w:rsidRPr="008B7D7F" w:rsidRDefault="00F218B9" w:rsidP="00872937">
      <w:pPr>
        <w:rPr>
          <w:color w:val="000000"/>
        </w:rPr>
      </w:pPr>
      <w:r>
        <w:t xml:space="preserve">на право заключения договора </w:t>
      </w:r>
      <w:r w:rsidR="00872937">
        <w:t>о</w:t>
      </w:r>
      <w:r w:rsidR="00872937" w:rsidRPr="008B7D7F">
        <w:rPr>
          <w:color w:val="000000"/>
        </w:rPr>
        <w:t>казания</w:t>
      </w:r>
      <w:r w:rsidR="00872937">
        <w:rPr>
          <w:color w:val="000000"/>
        </w:rPr>
        <w:t xml:space="preserve"> </w:t>
      </w:r>
      <w:r w:rsidR="00872937" w:rsidRPr="008B7D7F">
        <w:rPr>
          <w:color w:val="000000"/>
        </w:rPr>
        <w:t>услуг</w:t>
      </w:r>
      <w:r w:rsidR="00872937">
        <w:rPr>
          <w:color w:val="000000"/>
        </w:rPr>
        <w:t xml:space="preserve"> </w:t>
      </w:r>
      <w:r w:rsidR="00872937" w:rsidRPr="008B7D7F">
        <w:rPr>
          <w:color w:val="000000"/>
        </w:rPr>
        <w:t xml:space="preserve">по </w:t>
      </w:r>
      <w:r w:rsidR="00872937">
        <w:rPr>
          <w:color w:val="000000"/>
        </w:rPr>
        <w:t>перевозке</w:t>
      </w:r>
      <w:r w:rsidR="00872937" w:rsidRPr="008B7D7F">
        <w:rPr>
          <w:color w:val="000000"/>
        </w:rPr>
        <w:t xml:space="preserve"> грузов по маршрутам заказчика «до дверей»</w:t>
      </w:r>
    </w:p>
    <w:p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Default="009A0506" w:rsidP="00872937">
      <w:pPr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872937">
        <w:rPr>
          <w:color w:val="44443F"/>
        </w:rPr>
        <w:t>о</w:t>
      </w:r>
      <w:r w:rsidR="00872937" w:rsidRPr="008B7D7F">
        <w:rPr>
          <w:color w:val="000000"/>
        </w:rPr>
        <w:t>казания</w:t>
      </w:r>
      <w:r w:rsidR="00872937">
        <w:rPr>
          <w:color w:val="000000"/>
        </w:rPr>
        <w:t xml:space="preserve"> </w:t>
      </w:r>
      <w:r w:rsidR="00872937" w:rsidRPr="008B7D7F">
        <w:rPr>
          <w:color w:val="000000"/>
        </w:rPr>
        <w:t>услуг</w:t>
      </w:r>
      <w:r w:rsidR="00872937">
        <w:rPr>
          <w:color w:val="000000"/>
        </w:rPr>
        <w:t xml:space="preserve"> </w:t>
      </w:r>
      <w:r w:rsidR="00872937" w:rsidRPr="008B7D7F">
        <w:rPr>
          <w:color w:val="000000"/>
        </w:rPr>
        <w:t xml:space="preserve">по </w:t>
      </w:r>
      <w:r w:rsidR="00872937">
        <w:rPr>
          <w:color w:val="000000"/>
        </w:rPr>
        <w:t>перевозке</w:t>
      </w:r>
      <w:r w:rsidR="00872937" w:rsidRPr="008B7D7F">
        <w:rPr>
          <w:color w:val="000000"/>
        </w:rPr>
        <w:t xml:space="preserve"> грузов по маршрутам заказчика «до дверей»</w:t>
      </w:r>
      <w:bookmarkStart w:id="0" w:name="_GoBack"/>
      <w:bookmarkEnd w:id="0"/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="00F218B9">
        <w:t>на</w:t>
      </w:r>
      <w:r w:rsidR="00863F69">
        <w:t xml:space="preserve"> </w:t>
      </w:r>
      <w:r>
        <w:t>«</w:t>
      </w:r>
      <w:r w:rsidR="0047104A">
        <w:t>21</w:t>
      </w:r>
      <w:r w:rsidR="00D01C82">
        <w:t xml:space="preserve">» </w:t>
      </w:r>
      <w:r w:rsidR="00E968CC">
        <w:t>декабря</w:t>
      </w:r>
      <w:r>
        <w:t xml:space="preserve"> 202</w:t>
      </w:r>
      <w:r w:rsidR="00D01C82">
        <w:t>3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981773" w:rsidRDefault="00BA456F" w:rsidP="00BA456F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7104A">
        <w:t>21</w:t>
      </w:r>
      <w:r w:rsidRPr="00C43CEB">
        <w:t xml:space="preserve">» </w:t>
      </w:r>
      <w:r w:rsidR="00E968CC">
        <w:t>декабря</w:t>
      </w:r>
      <w:r w:rsidRPr="00C43CEB">
        <w:t xml:space="preserve"> 202</w:t>
      </w:r>
      <w:r w:rsidR="00D01C82">
        <w:t>3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2937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F4A6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119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839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37</cp:revision>
  <cp:lastPrinted>2013-03-04T02:36:00Z</cp:lastPrinted>
  <dcterms:created xsi:type="dcterms:W3CDTF">2018-07-05T07:03:00Z</dcterms:created>
  <dcterms:modified xsi:type="dcterms:W3CDTF">2023-12-19T03:16:00Z</dcterms:modified>
</cp:coreProperties>
</file>