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</w:t>
      </w:r>
      <w:r w:rsidR="002D5E85">
        <w:rPr>
          <w:rFonts w:ascii="Times New Roman" w:hAnsi="Times New Roman" w:cs="Times New Roman"/>
          <w:sz w:val="24"/>
          <w:szCs w:val="24"/>
        </w:rPr>
        <w:t>по анализу предложений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70AF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F218B9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</w:p>
    <w:p w:rsidR="00F70AF9" w:rsidRPr="00F70AF9" w:rsidRDefault="002D5E85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5E85">
        <w:rPr>
          <w:rFonts w:ascii="Times New Roman" w:hAnsi="Times New Roman" w:cs="Times New Roman"/>
          <w:sz w:val="24"/>
          <w:szCs w:val="24"/>
        </w:rPr>
        <w:t>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D5E85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на поверку и калибровку средств измерений для нужд </w:t>
      </w:r>
    </w:p>
    <w:p w:rsidR="002D5E85" w:rsidRPr="002D5E85" w:rsidRDefault="00F70AF9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70AF9">
        <w:rPr>
          <w:rFonts w:ascii="Times New Roman" w:hAnsi="Times New Roman" w:cs="Times New Roman"/>
          <w:sz w:val="24"/>
          <w:szCs w:val="24"/>
        </w:rPr>
        <w:t>ООО «ИЦ «Иркутскэнерго»</w:t>
      </w:r>
      <w:r>
        <w:rPr>
          <w:rFonts w:ascii="Times New Roman" w:hAnsi="Times New Roman" w:cs="Times New Roman"/>
          <w:sz w:val="24"/>
          <w:szCs w:val="24"/>
        </w:rPr>
        <w:t xml:space="preserve"> (извещение № </w:t>
      </w:r>
      <w:r w:rsidRPr="00F70AF9">
        <w:rPr>
          <w:rFonts w:ascii="Times New Roman" w:hAnsi="Times New Roman" w:cs="Times New Roman"/>
          <w:sz w:val="24"/>
          <w:szCs w:val="24"/>
        </w:rPr>
        <w:t>COM16022400021)</w:t>
      </w:r>
    </w:p>
    <w:p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Pr="00F70AF9" w:rsidRDefault="009A0506" w:rsidP="00F70AF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AF9">
        <w:rPr>
          <w:rFonts w:ascii="Times New Roman" w:hAnsi="Times New Roman" w:cs="Times New Roman"/>
          <w:sz w:val="24"/>
          <w:szCs w:val="24"/>
        </w:rPr>
        <w:t>Настоящим уведомляем о внесении следующих изменений в</w:t>
      </w:r>
      <w:r w:rsidR="00D67568" w:rsidRPr="00F70AF9">
        <w:rPr>
          <w:rFonts w:ascii="Times New Roman" w:hAnsi="Times New Roman" w:cs="Times New Roman"/>
          <w:sz w:val="24"/>
          <w:szCs w:val="24"/>
        </w:rPr>
        <w:t xml:space="preserve"> документацию и</w:t>
      </w:r>
      <w:r w:rsidRPr="00F70AF9">
        <w:rPr>
          <w:rFonts w:ascii="Times New Roman" w:hAnsi="Times New Roman" w:cs="Times New Roman"/>
          <w:sz w:val="24"/>
          <w:szCs w:val="24"/>
        </w:rPr>
        <w:t xml:space="preserve"> извещение</w:t>
      </w:r>
      <w:r w:rsidR="00F218B9" w:rsidRPr="00F70AF9">
        <w:rPr>
          <w:rFonts w:ascii="Times New Roman" w:hAnsi="Times New Roman" w:cs="Times New Roman"/>
          <w:sz w:val="24"/>
          <w:szCs w:val="24"/>
        </w:rPr>
        <w:t xml:space="preserve"> по анализу предложений 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F218B9" w:rsidRPr="00F70AF9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D67568" w:rsidRPr="00F70AF9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7470BC" w:rsidRPr="00F70AF9">
        <w:rPr>
          <w:rFonts w:ascii="Times New Roman" w:hAnsi="Times New Roman" w:cs="Times New Roman"/>
          <w:sz w:val="24"/>
          <w:szCs w:val="24"/>
        </w:rPr>
        <w:t>оказани</w:t>
      </w:r>
      <w:r w:rsidR="00D67568" w:rsidRPr="00F70AF9">
        <w:rPr>
          <w:rFonts w:ascii="Times New Roman" w:hAnsi="Times New Roman" w:cs="Times New Roman"/>
          <w:sz w:val="24"/>
          <w:szCs w:val="24"/>
        </w:rPr>
        <w:t>я</w:t>
      </w:r>
      <w:r w:rsidR="007470BC" w:rsidRPr="00F70AF9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 на поверку и калибровку средств измерений для нужд</w:t>
      </w:r>
      <w:r w:rsid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70AF9" w:rsidRPr="00F70AF9">
        <w:rPr>
          <w:rFonts w:ascii="Times New Roman" w:hAnsi="Times New Roman" w:cs="Times New Roman"/>
          <w:sz w:val="24"/>
          <w:szCs w:val="24"/>
        </w:rPr>
        <w:t>ООО «ИЦ «Иркутскэнерго»</w:t>
      </w:r>
      <w:r w:rsidR="00FE2CB0" w:rsidRPr="00F70AF9">
        <w:rPr>
          <w:rFonts w:ascii="Times New Roman" w:hAnsi="Times New Roman" w:cs="Times New Roman"/>
          <w:sz w:val="24"/>
          <w:szCs w:val="24"/>
        </w:rPr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635E33" w:rsidRDefault="006033B4" w:rsidP="005F0C35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 w:rsidRPr="006033B4">
        <w:rPr>
          <w:rFonts w:eastAsia="Calibri"/>
          <w:lang w:eastAsia="en-US"/>
        </w:rPr>
        <w:t>Изменение начальной максимальной цены договора</w:t>
      </w:r>
      <w:r>
        <w:rPr>
          <w:rFonts w:eastAsia="Calibri"/>
          <w:lang w:eastAsia="en-US"/>
        </w:rPr>
        <w:t xml:space="preserve">: </w:t>
      </w:r>
    </w:p>
    <w:p w:rsidR="006033B4" w:rsidRDefault="006033B4" w:rsidP="006033B4">
      <w:pPr>
        <w:pStyle w:val="a7"/>
        <w:ind w:left="720"/>
      </w:pPr>
      <w:r>
        <w:rPr>
          <w:rFonts w:eastAsia="Calibri"/>
          <w:lang w:eastAsia="en-US"/>
        </w:rPr>
        <w:t xml:space="preserve">Было: </w:t>
      </w:r>
      <w:r>
        <w:t>426 017,4</w:t>
      </w:r>
      <w:r w:rsidRPr="00763B9C">
        <w:t xml:space="preserve">0 </w:t>
      </w:r>
      <w:r>
        <w:t>(четыреста двадцать шесть тысяч семнадцать) рублей 40 коп., кроме того НДС 20%;</w:t>
      </w:r>
    </w:p>
    <w:p w:rsidR="006033B4" w:rsidRPr="006033B4" w:rsidRDefault="006033B4" w:rsidP="006033B4">
      <w:pPr>
        <w:pStyle w:val="a7"/>
        <w:ind w:left="720"/>
        <w:rPr>
          <w:rFonts w:eastAsia="Calibri"/>
          <w:lang w:eastAsia="en-US"/>
        </w:rPr>
      </w:pPr>
      <w:r>
        <w:t xml:space="preserve">Стало: </w:t>
      </w:r>
      <w:r>
        <w:t>354 287,</w:t>
      </w:r>
      <w:r w:rsidRPr="00B62C91">
        <w:t>42</w:t>
      </w:r>
      <w:r w:rsidRPr="00763B9C">
        <w:t xml:space="preserve"> </w:t>
      </w:r>
      <w:r>
        <w:t>(триста пятьдесят четыре тысячи двести восемьдесят семь) рублей 42 коп.</w:t>
      </w:r>
      <w:r>
        <w:t>, кроме того НДС 20%.</w:t>
      </w:r>
      <w:bookmarkStart w:id="0" w:name="_GoBack"/>
      <w:bookmarkEnd w:id="0"/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Pr="00F70AF9" w:rsidRDefault="00635E33" w:rsidP="00635E33">
      <w:pPr>
        <w:pStyle w:val="a7"/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2D5E85">
        <w:t xml:space="preserve">официальном сайте ООО «ИЦ «Иркутскэнерго» </w:t>
      </w:r>
      <w:r w:rsidR="002D5E85" w:rsidRPr="00F70AF9">
        <w:t>icenter.irkutskenergo.ru</w:t>
      </w:r>
      <w:r w:rsidR="00F70AF9" w:rsidRPr="00F70AF9">
        <w:t>, 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F70AF9" w:rsidP="0054659F">
      <w:r>
        <w:t>Д</w:t>
      </w:r>
      <w:r w:rsidR="00385C66" w:rsidRPr="00E10525">
        <w:t>иректо</w:t>
      </w:r>
      <w:r w:rsidR="00E24996"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 xml:space="preserve">                   Т. В. Моисеев 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4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0" w:hanging="360"/>
      </w:pPr>
    </w:lvl>
    <w:lvl w:ilvl="2" w:tplc="0419001B" w:tentative="1">
      <w:start w:val="1"/>
      <w:numFmt w:val="lowerRoman"/>
      <w:lvlText w:val="%3."/>
      <w:lvlJc w:val="right"/>
      <w:pPr>
        <w:ind w:left="5910" w:hanging="180"/>
      </w:pPr>
    </w:lvl>
    <w:lvl w:ilvl="3" w:tplc="0419000F" w:tentative="1">
      <w:start w:val="1"/>
      <w:numFmt w:val="decimal"/>
      <w:lvlText w:val="%4."/>
      <w:lvlJc w:val="left"/>
      <w:pPr>
        <w:ind w:left="6630" w:hanging="360"/>
      </w:pPr>
    </w:lvl>
    <w:lvl w:ilvl="4" w:tplc="04190019" w:tentative="1">
      <w:start w:val="1"/>
      <w:numFmt w:val="lowerLetter"/>
      <w:lvlText w:val="%5."/>
      <w:lvlJc w:val="left"/>
      <w:pPr>
        <w:ind w:left="7350" w:hanging="360"/>
      </w:pPr>
    </w:lvl>
    <w:lvl w:ilvl="5" w:tplc="0419001B" w:tentative="1">
      <w:start w:val="1"/>
      <w:numFmt w:val="lowerRoman"/>
      <w:lvlText w:val="%6."/>
      <w:lvlJc w:val="right"/>
      <w:pPr>
        <w:ind w:left="8070" w:hanging="180"/>
      </w:pPr>
    </w:lvl>
    <w:lvl w:ilvl="6" w:tplc="0419000F" w:tentative="1">
      <w:start w:val="1"/>
      <w:numFmt w:val="decimal"/>
      <w:lvlText w:val="%7."/>
      <w:lvlJc w:val="left"/>
      <w:pPr>
        <w:ind w:left="8790" w:hanging="360"/>
      </w:pPr>
    </w:lvl>
    <w:lvl w:ilvl="7" w:tplc="04190019" w:tentative="1">
      <w:start w:val="1"/>
      <w:numFmt w:val="lowerLetter"/>
      <w:lvlText w:val="%8."/>
      <w:lvlJc w:val="left"/>
      <w:pPr>
        <w:ind w:left="9510" w:hanging="360"/>
      </w:pPr>
    </w:lvl>
    <w:lvl w:ilvl="8" w:tplc="0419001B" w:tentative="1">
      <w:start w:val="1"/>
      <w:numFmt w:val="lowerRoman"/>
      <w:lvlText w:val="%9."/>
      <w:lvlJc w:val="right"/>
      <w:pPr>
        <w:ind w:left="1023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2D5E85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76A5C"/>
    <w:rsid w:val="005B3C41"/>
    <w:rsid w:val="005E5297"/>
    <w:rsid w:val="00601930"/>
    <w:rsid w:val="006033B4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70AF9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E569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150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1048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39</cp:revision>
  <cp:lastPrinted>2013-03-04T02:36:00Z</cp:lastPrinted>
  <dcterms:created xsi:type="dcterms:W3CDTF">2018-07-05T07:03:00Z</dcterms:created>
  <dcterms:modified xsi:type="dcterms:W3CDTF">2024-02-20T00:16:00Z</dcterms:modified>
</cp:coreProperties>
</file>