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C02418" w:rsidRPr="005757FB" w:rsidRDefault="00F218B9" w:rsidP="00C02418">
      <w:pPr>
        <w:pStyle w:val="a7"/>
      </w:pPr>
      <w:r>
        <w:t xml:space="preserve">на право заключения договора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</w:p>
    <w:p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3C41" w:rsidRDefault="009A0506" w:rsidP="00C02418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  <w:r w:rsidR="00FE2CB0">
        <w:rPr>
          <w:color w:val="44443F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C02418">
        <w:t>30</w:t>
      </w:r>
      <w:r w:rsidR="00D01C82">
        <w:t xml:space="preserve">» </w:t>
      </w:r>
      <w:r w:rsidR="00C02418">
        <w:t>мая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>
        <w:t>06</w:t>
      </w:r>
      <w:r>
        <w:t xml:space="preserve">» </w:t>
      </w:r>
      <w:r>
        <w:t>июня</w:t>
      </w:r>
      <w:r>
        <w:t xml:space="preserve"> 2024 в 10-00 час. по иркутскому времени;</w:t>
      </w:r>
    </w:p>
    <w:p w:rsidR="00C02418" w:rsidRPr="00C02418" w:rsidRDefault="00C02418" w:rsidP="00BA456F">
      <w:pPr>
        <w:pStyle w:val="a7"/>
        <w:ind w:left="720"/>
        <w:rPr>
          <w:b/>
        </w:rPr>
      </w:pPr>
    </w:p>
    <w:p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C02418">
        <w:t>30</w:t>
      </w:r>
      <w:r w:rsidRPr="00C43CEB">
        <w:t xml:space="preserve">» </w:t>
      </w:r>
      <w:r w:rsidR="00C02418">
        <w:t>мая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>
        <w:t>06</w:t>
      </w:r>
      <w:r w:rsidRPr="00C43CEB">
        <w:t xml:space="preserve">» </w:t>
      </w:r>
      <w:r>
        <w:t>июня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</w:pPr>
    </w:p>
    <w:p w:rsidR="00EF5F53" w:rsidRDefault="00EF5F53" w:rsidP="009A0506">
      <w:pPr>
        <w:jc w:val="both"/>
        <w:outlineLvl w:val="0"/>
        <w:rPr>
          <w:color w:val="44443F"/>
        </w:rPr>
      </w:pPr>
      <w:bookmarkStart w:id="0" w:name="_GoBack"/>
      <w:bookmarkEnd w:id="0"/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3E599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1157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38</cp:revision>
  <cp:lastPrinted>2013-03-04T02:36:00Z</cp:lastPrinted>
  <dcterms:created xsi:type="dcterms:W3CDTF">2018-07-05T07:03:00Z</dcterms:created>
  <dcterms:modified xsi:type="dcterms:W3CDTF">2024-05-30T08:00:00Z</dcterms:modified>
</cp:coreProperties>
</file>