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C02418" w:rsidRPr="005757FB" w:rsidRDefault="00F218B9" w:rsidP="00C02418">
      <w:pPr>
        <w:pStyle w:val="a7"/>
      </w:pPr>
      <w:r>
        <w:t xml:space="preserve">на право заключения договора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</w:p>
    <w:p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C02418" w:rsidRPr="005757FB">
        <w:t>выполнение ремонтных работ в помещениях ВВЛ Ново-</w:t>
      </w:r>
      <w:proofErr w:type="spellStart"/>
      <w:r w:rsidR="00C02418" w:rsidRPr="005757FB">
        <w:t>Зиминская</w:t>
      </w:r>
      <w:proofErr w:type="spellEnd"/>
      <w:r w:rsidR="00C02418" w:rsidRPr="005757FB">
        <w:t xml:space="preserve"> ТЭЦ</w:t>
      </w:r>
      <w:r w:rsidR="00FE2CB0">
        <w:rPr>
          <w:color w:val="44443F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F0C43">
        <w:t>06</w:t>
      </w:r>
      <w:r w:rsidR="00D01C82">
        <w:t xml:space="preserve">» </w:t>
      </w:r>
      <w:r w:rsidR="009F0C43">
        <w:t>июня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F0C43">
        <w:t>13</w:t>
      </w:r>
      <w:r>
        <w:t>» июня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F0C43">
        <w:t>06</w:t>
      </w:r>
      <w:r w:rsidRPr="00C43CEB">
        <w:t xml:space="preserve">» </w:t>
      </w:r>
      <w:r w:rsidR="009F0C43">
        <w:t>июня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F0C43">
        <w:t>13</w:t>
      </w:r>
      <w:r w:rsidRPr="00C43CEB">
        <w:t xml:space="preserve">» </w:t>
      </w:r>
      <w:r>
        <w:t>и</w:t>
      </w:r>
      <w:bookmarkStart w:id="0" w:name="_GoBack"/>
      <w:bookmarkEnd w:id="0"/>
      <w:r>
        <w:t>юня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</w:pP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3EF4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1159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39</cp:revision>
  <cp:lastPrinted>2013-03-04T02:36:00Z</cp:lastPrinted>
  <dcterms:created xsi:type="dcterms:W3CDTF">2018-07-05T07:03:00Z</dcterms:created>
  <dcterms:modified xsi:type="dcterms:W3CDTF">2024-06-10T00:26:00Z</dcterms:modified>
</cp:coreProperties>
</file>