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C02418" w:rsidRPr="005757FB" w:rsidRDefault="00F218B9" w:rsidP="00C02418">
      <w:pPr>
        <w:pStyle w:val="a7"/>
      </w:pPr>
      <w:r>
        <w:t xml:space="preserve">на право заключения договора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FC2B16">
        <w:t>25</w:t>
      </w:r>
      <w:r w:rsidR="00D01C82">
        <w:t xml:space="preserve">» </w:t>
      </w:r>
      <w:r w:rsidR="009F0C43">
        <w:t>июня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FC2B16">
        <w:t>04</w:t>
      </w:r>
      <w:r>
        <w:t>» ию</w:t>
      </w:r>
      <w:r w:rsidR="00FC2B16">
        <w:t>л</w:t>
      </w:r>
      <w:r>
        <w:t>я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FC2B16">
        <w:t>25</w:t>
      </w:r>
      <w:r w:rsidRPr="00C43CEB">
        <w:t xml:space="preserve">» </w:t>
      </w:r>
      <w:r w:rsidR="009F0C43">
        <w:t>июня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FC2B16">
        <w:t>04</w:t>
      </w:r>
      <w:r w:rsidR="00420E87">
        <w:t>»</w:t>
      </w:r>
      <w:r w:rsidRPr="00C43CEB">
        <w:t xml:space="preserve"> </w:t>
      </w:r>
      <w:r>
        <w:t>ию</w:t>
      </w:r>
      <w:r w:rsidR="00FC2B16">
        <w:t>л</w:t>
      </w:r>
      <w:r>
        <w:t>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  <w:bookmarkStart w:id="0" w:name="_GoBack"/>
      <w:bookmarkEnd w:id="0"/>
    </w:p>
    <w:p w:rsidR="00C02418" w:rsidRDefault="00C02418" w:rsidP="00C02418">
      <w:pPr>
        <w:pStyle w:val="a7"/>
        <w:ind w:left="720"/>
      </w:pP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E1E1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1159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42</cp:revision>
  <cp:lastPrinted>2013-03-04T02:36:00Z</cp:lastPrinted>
  <dcterms:created xsi:type="dcterms:W3CDTF">2018-07-05T07:03:00Z</dcterms:created>
  <dcterms:modified xsi:type="dcterms:W3CDTF">2024-06-27T01:01:00Z</dcterms:modified>
</cp:coreProperties>
</file>