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:rsidR="00B92D2E" w:rsidRPr="001B011A" w:rsidRDefault="00F218B9" w:rsidP="00B92D2E">
      <w:pPr>
        <w:pStyle w:val="a7"/>
      </w:pPr>
      <w:r>
        <w:t xml:space="preserve">на право заключения договора </w:t>
      </w:r>
      <w:r w:rsidR="00B92D2E">
        <w:t>о</w:t>
      </w:r>
      <w:r w:rsidR="00B92D2E" w:rsidRPr="001B011A">
        <w:t>казани</w:t>
      </w:r>
      <w:r w:rsidR="00B92D2E">
        <w:t>я</w:t>
      </w:r>
      <w:r w:rsidR="00B92D2E" w:rsidRPr="001B011A">
        <w:t xml:space="preserve"> услуг по перевозке грузов по маршрутам заказчика «до дверей»</w:t>
      </w:r>
    </w:p>
    <w:p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3C41" w:rsidRDefault="009A0506" w:rsidP="00C02418">
      <w:pPr>
        <w:pStyle w:val="a7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B92D2E">
        <w:t>о</w:t>
      </w:r>
      <w:r w:rsidR="00B92D2E" w:rsidRPr="001B011A">
        <w:t>казани</w:t>
      </w:r>
      <w:r w:rsidR="00B92D2E">
        <w:t>я</w:t>
      </w:r>
      <w:r w:rsidR="00B92D2E" w:rsidRPr="001B011A">
        <w:t xml:space="preserve"> услуг по перевозке грузов по маршрутам заказчика «до дверей»</w:t>
      </w:r>
      <w:r w:rsidR="00FE2CB0">
        <w:rPr>
          <w:color w:val="44443F"/>
        </w:rPr>
        <w:t>:</w:t>
      </w:r>
    </w:p>
    <w:p w:rsidR="00B92D2E" w:rsidRDefault="00B92D2E" w:rsidP="00C02418">
      <w:pPr>
        <w:pStyle w:val="a7"/>
        <w:rPr>
          <w:color w:val="44443F"/>
        </w:rPr>
      </w:pP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B92D2E">
        <w:t>16</w:t>
      </w:r>
      <w:r w:rsidR="00D01C82">
        <w:t xml:space="preserve">» </w:t>
      </w:r>
      <w:r w:rsidR="00B92D2E">
        <w:t>июл</w:t>
      </w:r>
      <w:r w:rsidR="009F0C43">
        <w:t>я</w:t>
      </w:r>
      <w:r>
        <w:t xml:space="preserve"> 202</w:t>
      </w:r>
      <w:r w:rsidR="00C02418">
        <w:t>4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B92D2E">
        <w:t>18</w:t>
      </w:r>
      <w:r>
        <w:t>» ию</w:t>
      </w:r>
      <w:r w:rsidR="00FC2B16">
        <w:t>л</w:t>
      </w:r>
      <w:r>
        <w:t>я 2024 в 10-00 час. по иркутскому времени;</w:t>
      </w:r>
    </w:p>
    <w:p w:rsidR="00C02418" w:rsidRPr="00C02418" w:rsidRDefault="00C02418" w:rsidP="00BA456F">
      <w:pPr>
        <w:pStyle w:val="a7"/>
        <w:ind w:left="720"/>
        <w:rPr>
          <w:b/>
        </w:rPr>
      </w:pPr>
    </w:p>
    <w:p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B92D2E">
        <w:t>16</w:t>
      </w:r>
      <w:r w:rsidRPr="00C43CEB">
        <w:t xml:space="preserve">» </w:t>
      </w:r>
      <w:r w:rsidR="009F0C43">
        <w:t>ию</w:t>
      </w:r>
      <w:r w:rsidR="00B92D2E">
        <w:t>л</w:t>
      </w:r>
      <w:r w:rsidR="009F0C43">
        <w:t>я</w:t>
      </w:r>
      <w:r w:rsidRPr="00C43CEB">
        <w:t xml:space="preserve"> 202</w:t>
      </w:r>
      <w:r w:rsidR="00C02418"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B92D2E">
        <w:t>18</w:t>
      </w:r>
      <w:r w:rsidR="00420E87">
        <w:t>»</w:t>
      </w:r>
      <w:r w:rsidRPr="00C43CEB">
        <w:t xml:space="preserve"> </w:t>
      </w:r>
      <w:r>
        <w:t>ию</w:t>
      </w:r>
      <w:r w:rsidR="00FC2B16">
        <w:t>л</w:t>
      </w:r>
      <w:r>
        <w:t>я</w:t>
      </w:r>
      <w:r w:rsidRPr="00C43CEB">
        <w:t xml:space="preserve"> 202</w:t>
      </w:r>
      <w:r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</w:pP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https://icenter.irkutskenergo.ru/qa/9523.html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>
      <w:bookmarkStart w:id="0" w:name="_GoBack"/>
      <w:bookmarkEnd w:id="0"/>
    </w:p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2D2E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AA961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129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1174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43</cp:revision>
  <cp:lastPrinted>2013-03-04T02:36:00Z</cp:lastPrinted>
  <dcterms:created xsi:type="dcterms:W3CDTF">2018-07-05T07:03:00Z</dcterms:created>
  <dcterms:modified xsi:type="dcterms:W3CDTF">2024-07-16T01:42:00Z</dcterms:modified>
</cp:coreProperties>
</file>