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03A19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1C8F8C34" wp14:editId="4A0261DC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91A59A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168ADA97" w14:textId="77777777" w:rsidR="00A32D44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 xml:space="preserve">е, </w:t>
      </w:r>
    </w:p>
    <w:p w14:paraId="67F09DEE" w14:textId="1F9DE1A2" w:rsidR="00A32D44" w:rsidRDefault="0062346E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размещенн</w:t>
      </w:r>
      <w:r w:rsidR="00A61AB4">
        <w:rPr>
          <w:rFonts w:ascii="Times New Roman" w:hAnsi="Times New Roman" w:cs="Times New Roman"/>
          <w:sz w:val="24"/>
          <w:szCs w:val="24"/>
        </w:rPr>
        <w:t>ы</w:t>
      </w:r>
      <w:r w:rsidR="00A32D44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  <w:r w:rsidR="00A32D44">
        <w:rPr>
          <w:rFonts w:ascii="Times New Roman" w:hAnsi="Times New Roman" w:cs="Times New Roman"/>
          <w:sz w:val="24"/>
          <w:szCs w:val="24"/>
        </w:rPr>
        <w:t>к</w:t>
      </w:r>
      <w:r w:rsidR="00A32D44" w:rsidRPr="00A32D44">
        <w:rPr>
          <w:rFonts w:ascii="Times New Roman" w:hAnsi="Times New Roman" w:cs="Times New Roman"/>
          <w:sz w:val="24"/>
          <w:szCs w:val="24"/>
        </w:rPr>
        <w:t>орпоративн</w:t>
      </w:r>
      <w:r w:rsidR="00A32D44">
        <w:rPr>
          <w:rFonts w:ascii="Times New Roman" w:hAnsi="Times New Roman" w:cs="Times New Roman"/>
          <w:sz w:val="24"/>
          <w:szCs w:val="24"/>
        </w:rPr>
        <w:t>ом</w:t>
      </w:r>
      <w:r w:rsidR="00A32D44" w:rsidRPr="00A32D44">
        <w:rPr>
          <w:rFonts w:ascii="Times New Roman" w:hAnsi="Times New Roman" w:cs="Times New Roman"/>
          <w:sz w:val="24"/>
          <w:szCs w:val="24"/>
        </w:rPr>
        <w:t xml:space="preserve"> веб-сайт ООО «ИЦ «Иркутскэнерго» https://icenter.irkutskenergo.ru/qa/95</w:t>
      </w:r>
      <w:r w:rsidR="0059158F" w:rsidRPr="0059158F">
        <w:rPr>
          <w:rFonts w:ascii="Times New Roman" w:hAnsi="Times New Roman" w:cs="Times New Roman"/>
          <w:sz w:val="24"/>
          <w:szCs w:val="24"/>
        </w:rPr>
        <w:t>42</w:t>
      </w:r>
      <w:r w:rsidR="00A32D44" w:rsidRPr="00A32D44">
        <w:rPr>
          <w:rFonts w:ascii="Times New Roman" w:hAnsi="Times New Roman" w:cs="Times New Roman"/>
          <w:sz w:val="24"/>
          <w:szCs w:val="24"/>
        </w:rPr>
        <w:t>.html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7B3D1" w14:textId="77777777" w:rsidR="00A32D44" w:rsidRPr="00A32D44" w:rsidRDefault="00F218B9" w:rsidP="00A32D4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 w:rsidR="00DF768E">
        <w:rPr>
          <w:rFonts w:ascii="Times New Roman" w:hAnsi="Times New Roman" w:cs="Times New Roman"/>
          <w:sz w:val="24"/>
          <w:szCs w:val="24"/>
        </w:rPr>
        <w:t>п</w:t>
      </w:r>
      <w:r w:rsidR="00DF768E" w:rsidRPr="00DF768E">
        <w:rPr>
          <w:rFonts w:ascii="Times New Roman" w:hAnsi="Times New Roman" w:cs="Times New Roman"/>
          <w:sz w:val="24"/>
          <w:szCs w:val="24"/>
        </w:rPr>
        <w:t>оставк</w:t>
      </w:r>
      <w:r w:rsidR="00DF768E">
        <w:rPr>
          <w:rFonts w:ascii="Times New Roman" w:hAnsi="Times New Roman" w:cs="Times New Roman"/>
          <w:sz w:val="24"/>
          <w:szCs w:val="24"/>
        </w:rPr>
        <w:t>и</w:t>
      </w:r>
      <w:r w:rsidR="00DF768E" w:rsidRPr="00DF768E">
        <w:rPr>
          <w:rFonts w:ascii="Times New Roman" w:hAnsi="Times New Roman" w:cs="Times New Roman"/>
          <w:sz w:val="24"/>
          <w:szCs w:val="24"/>
        </w:rPr>
        <w:t xml:space="preserve"> </w:t>
      </w:r>
      <w:r w:rsidR="00A32D44" w:rsidRPr="00A32D44">
        <w:rPr>
          <w:rFonts w:ascii="Times New Roman" w:hAnsi="Times New Roman" w:cs="Times New Roman"/>
          <w:sz w:val="24"/>
          <w:szCs w:val="24"/>
        </w:rPr>
        <w:t>детских новогодних подарков</w:t>
      </w:r>
    </w:p>
    <w:p w14:paraId="17EA122C" w14:textId="77777777"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9C7F323" w14:textId="77777777" w:rsidR="005B3C41" w:rsidRPr="00635E33" w:rsidRDefault="009A0506" w:rsidP="00A32D44">
      <w:pPr>
        <w:jc w:val="both"/>
      </w:pPr>
      <w:r w:rsidRPr="00635E33">
        <w:t>Настоящим уведомляем о внесении следующих изменений в</w:t>
      </w:r>
      <w:r w:rsidR="00D67568" w:rsidRPr="00635E33">
        <w:t xml:space="preserve"> документацию и</w:t>
      </w:r>
      <w:r w:rsidRPr="00635E33">
        <w:t xml:space="preserve"> извещение</w:t>
      </w:r>
      <w:r w:rsidR="00F218B9" w:rsidRPr="00635E33">
        <w:t xml:space="preserve"> по анализу предложений на право </w:t>
      </w:r>
      <w:r w:rsidR="00D67568" w:rsidRPr="00635E33">
        <w:t xml:space="preserve">заключения договора </w:t>
      </w:r>
      <w:r w:rsidR="00DF768E">
        <w:t>п</w:t>
      </w:r>
      <w:r w:rsidR="00DF768E" w:rsidRPr="00DF768E">
        <w:t xml:space="preserve">оставки </w:t>
      </w:r>
      <w:r w:rsidR="00A32D44" w:rsidRPr="00F766F1">
        <w:rPr>
          <w:color w:val="000000"/>
        </w:rPr>
        <w:t>детских</w:t>
      </w:r>
      <w:r w:rsidR="00A32D44">
        <w:rPr>
          <w:color w:val="000000"/>
        </w:rPr>
        <w:t xml:space="preserve"> </w:t>
      </w:r>
      <w:r w:rsidR="00A32D44" w:rsidRPr="00F766F1">
        <w:rPr>
          <w:color w:val="000000"/>
        </w:rPr>
        <w:t>новогодних подарков</w:t>
      </w:r>
      <w:r w:rsidR="00FE2CB0" w:rsidRPr="00635E33">
        <w:t>:</w:t>
      </w:r>
    </w:p>
    <w:p w14:paraId="56C72E53" w14:textId="77777777"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14:paraId="3249113A" w14:textId="77777777"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14:paraId="3826A733" w14:textId="2EC59AC8"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59158F" w:rsidRPr="0059158F">
        <w:rPr>
          <w:rFonts w:eastAsia="Calibri"/>
          <w:lang w:eastAsia="en-US"/>
        </w:rPr>
        <w:t>07</w:t>
      </w:r>
      <w:r w:rsidRPr="00635E33">
        <w:rPr>
          <w:rFonts w:eastAsia="Calibri"/>
          <w:lang w:eastAsia="en-US"/>
        </w:rPr>
        <w:t xml:space="preserve">» </w:t>
      </w:r>
      <w:r w:rsidR="0059158F">
        <w:rPr>
          <w:rFonts w:eastAsia="Calibri"/>
          <w:lang w:eastAsia="en-US"/>
        </w:rPr>
        <w:t>ноября</w:t>
      </w:r>
      <w:r w:rsidRPr="00635E33">
        <w:rPr>
          <w:rFonts w:eastAsia="Calibri"/>
          <w:lang w:eastAsia="en-US"/>
        </w:rPr>
        <w:t xml:space="preserve"> 202</w:t>
      </w:r>
      <w:r w:rsidR="0059158F">
        <w:rPr>
          <w:rFonts w:eastAsia="Calibri"/>
          <w:lang w:eastAsia="en-US"/>
        </w:rPr>
        <w:t>4</w:t>
      </w:r>
      <w:r w:rsidRPr="00635E33">
        <w:rPr>
          <w:rFonts w:eastAsia="Calibri"/>
          <w:lang w:eastAsia="en-US"/>
        </w:rPr>
        <w:t xml:space="preserve"> г. в 1</w:t>
      </w:r>
      <w:r w:rsidR="00DF768E">
        <w:rPr>
          <w:rFonts w:eastAsia="Calibri"/>
          <w:lang w:eastAsia="en-US"/>
        </w:rPr>
        <w:t>0</w:t>
      </w:r>
      <w:r w:rsidRPr="00635E33">
        <w:rPr>
          <w:rFonts w:eastAsia="Calibri"/>
          <w:lang w:eastAsia="en-US"/>
        </w:rPr>
        <w:t>.00 час. (время иркутское)</w:t>
      </w:r>
      <w:r>
        <w:rPr>
          <w:rFonts w:eastAsia="Calibri"/>
          <w:lang w:eastAsia="en-US"/>
        </w:rPr>
        <w:t>;</w:t>
      </w:r>
    </w:p>
    <w:p w14:paraId="3DE93428" w14:textId="00E541AB"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59158F">
        <w:rPr>
          <w:rFonts w:eastAsia="Calibri"/>
          <w:lang w:eastAsia="en-US"/>
        </w:rPr>
        <w:t>12</w:t>
      </w:r>
      <w:r w:rsidRPr="00635E33">
        <w:rPr>
          <w:rFonts w:eastAsia="Calibri"/>
          <w:lang w:eastAsia="en-US"/>
        </w:rPr>
        <w:t xml:space="preserve">» </w:t>
      </w:r>
      <w:r w:rsidR="00A32D44">
        <w:rPr>
          <w:rFonts w:eastAsia="Calibri"/>
          <w:lang w:eastAsia="en-US"/>
        </w:rPr>
        <w:t>ноября</w:t>
      </w:r>
      <w:r w:rsidRPr="00635E33">
        <w:rPr>
          <w:rFonts w:eastAsia="Calibri"/>
          <w:lang w:eastAsia="en-US"/>
        </w:rPr>
        <w:t xml:space="preserve"> 202</w:t>
      </w:r>
      <w:r w:rsidR="0059158F">
        <w:rPr>
          <w:rFonts w:eastAsia="Calibri"/>
          <w:lang w:eastAsia="en-US"/>
        </w:rPr>
        <w:t>4</w:t>
      </w:r>
      <w:r w:rsidRPr="00635E33">
        <w:rPr>
          <w:rFonts w:eastAsia="Calibri"/>
          <w:lang w:eastAsia="en-US"/>
        </w:rPr>
        <w:t xml:space="preserve"> г. в 1</w:t>
      </w:r>
      <w:r w:rsidR="00C84820">
        <w:rPr>
          <w:rFonts w:eastAsia="Calibri"/>
          <w:lang w:eastAsia="en-US"/>
        </w:rPr>
        <w:t>0</w:t>
      </w:r>
      <w:r w:rsidRPr="00635E33">
        <w:rPr>
          <w:rFonts w:eastAsia="Calibri"/>
          <w:lang w:eastAsia="en-US"/>
        </w:rPr>
        <w:t>.00 час. (время иркутское)</w:t>
      </w:r>
      <w:r>
        <w:rPr>
          <w:rFonts w:eastAsia="Calibri"/>
          <w:lang w:eastAsia="en-US"/>
        </w:rPr>
        <w:t>.</w:t>
      </w:r>
    </w:p>
    <w:p w14:paraId="3682BA33" w14:textId="77777777" w:rsidR="00635E33" w:rsidRDefault="00635E33" w:rsidP="00635E33">
      <w:pPr>
        <w:pStyle w:val="a7"/>
        <w:rPr>
          <w:rFonts w:eastAsia="Calibri"/>
          <w:lang w:eastAsia="en-US"/>
        </w:rPr>
      </w:pPr>
    </w:p>
    <w:p w14:paraId="502DFDEF" w14:textId="77777777"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рассмотрения предложений:</w:t>
      </w:r>
    </w:p>
    <w:p w14:paraId="0F7397A3" w14:textId="78E4BBAC"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59158F">
        <w:rPr>
          <w:rFonts w:eastAsia="Calibri"/>
          <w:lang w:eastAsia="en-US"/>
        </w:rPr>
        <w:t>07</w:t>
      </w:r>
      <w:r w:rsidRPr="00635E33">
        <w:rPr>
          <w:rFonts w:eastAsia="Calibri"/>
          <w:lang w:eastAsia="en-US"/>
        </w:rPr>
        <w:t xml:space="preserve">» </w:t>
      </w:r>
      <w:r w:rsidR="0059158F">
        <w:rPr>
          <w:rFonts w:eastAsia="Calibri"/>
          <w:lang w:eastAsia="en-US"/>
        </w:rPr>
        <w:t>ноября</w:t>
      </w:r>
      <w:r w:rsidRPr="00635E33">
        <w:rPr>
          <w:rFonts w:eastAsia="Calibri"/>
          <w:lang w:eastAsia="en-US"/>
        </w:rPr>
        <w:t xml:space="preserve"> 202</w:t>
      </w:r>
      <w:r w:rsidR="0059158F">
        <w:rPr>
          <w:rFonts w:eastAsia="Calibri"/>
          <w:lang w:eastAsia="en-US"/>
        </w:rPr>
        <w:t>4</w:t>
      </w:r>
      <w:r w:rsidRPr="00635E33">
        <w:rPr>
          <w:rFonts w:eastAsia="Calibri"/>
          <w:lang w:eastAsia="en-US"/>
        </w:rPr>
        <w:t xml:space="preserve"> в 14.00 час (время иркутское)</w:t>
      </w:r>
      <w:r>
        <w:rPr>
          <w:rFonts w:eastAsia="Calibri"/>
          <w:lang w:eastAsia="en-US"/>
        </w:rPr>
        <w:t>;</w:t>
      </w:r>
    </w:p>
    <w:p w14:paraId="608D0B93" w14:textId="71153A8B"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59158F">
        <w:rPr>
          <w:rFonts w:eastAsia="Calibri"/>
          <w:lang w:eastAsia="en-US"/>
        </w:rPr>
        <w:t>1</w:t>
      </w:r>
      <w:r w:rsidR="00A32D44">
        <w:rPr>
          <w:rFonts w:eastAsia="Calibri"/>
          <w:lang w:eastAsia="en-US"/>
        </w:rPr>
        <w:t>2</w:t>
      </w:r>
      <w:r w:rsidRPr="00635E33">
        <w:rPr>
          <w:rFonts w:eastAsia="Calibri"/>
          <w:lang w:eastAsia="en-US"/>
        </w:rPr>
        <w:t xml:space="preserve">» </w:t>
      </w:r>
      <w:r w:rsidR="00A32D44">
        <w:rPr>
          <w:rFonts w:eastAsia="Calibri"/>
          <w:lang w:eastAsia="en-US"/>
        </w:rPr>
        <w:t>ноября</w:t>
      </w:r>
      <w:r w:rsidRPr="00635E33">
        <w:rPr>
          <w:rFonts w:eastAsia="Calibri"/>
          <w:lang w:eastAsia="en-US"/>
        </w:rPr>
        <w:t xml:space="preserve"> 202</w:t>
      </w:r>
      <w:r w:rsidR="0059158F">
        <w:rPr>
          <w:rFonts w:eastAsia="Calibri"/>
          <w:lang w:eastAsia="en-US"/>
        </w:rPr>
        <w:t>4</w:t>
      </w:r>
      <w:r w:rsidRPr="00635E33">
        <w:rPr>
          <w:rFonts w:eastAsia="Calibri"/>
          <w:lang w:eastAsia="en-US"/>
        </w:rPr>
        <w:t xml:space="preserve"> в 14.00 час (время иркутское).</w:t>
      </w:r>
    </w:p>
    <w:p w14:paraId="1E01EB8F" w14:textId="77777777"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14:paraId="4AB688AB" w14:textId="77777777"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14:paraId="57A5D90B" w14:textId="77777777"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14:paraId="10845B6F" w14:textId="2288D9A5"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</w:t>
      </w:r>
      <w:r w:rsidR="00A32D44">
        <w:t>на к</w:t>
      </w:r>
      <w:r w:rsidR="00A32D44" w:rsidRPr="00A32D44">
        <w:t>орпоративн</w:t>
      </w:r>
      <w:r w:rsidR="00A32D44">
        <w:t>ом</w:t>
      </w:r>
      <w:r w:rsidR="00A32D44" w:rsidRPr="00A32D44">
        <w:t xml:space="preserve"> веб-сайт ООО «ИЦ «Иркутскэнерго» https://icenter.irkutskenergo.ru/qa/95</w:t>
      </w:r>
      <w:r w:rsidR="0059158F">
        <w:t>42</w:t>
      </w:r>
      <w:r w:rsidR="00A32D44" w:rsidRPr="00A32D44">
        <w:t>.html</w:t>
      </w:r>
      <w:r w:rsidR="00BA456F">
        <w:rPr>
          <w:rStyle w:val="a3"/>
          <w:color w:val="auto"/>
          <w:u w:val="none"/>
        </w:rPr>
        <w:t>.</w:t>
      </w:r>
    </w:p>
    <w:p w14:paraId="40B45C0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623B8D46" w14:textId="77777777" w:rsidR="00385C66" w:rsidRDefault="00385C66" w:rsidP="00385C66"/>
    <w:p w14:paraId="21A7A5A0" w14:textId="77777777" w:rsidR="00385C66" w:rsidRDefault="00385C66" w:rsidP="00D65EFF">
      <w:pPr>
        <w:ind w:firstLine="708"/>
        <w:rPr>
          <w:i/>
        </w:rPr>
      </w:pPr>
    </w:p>
    <w:p w14:paraId="3789B3E2" w14:textId="77777777"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14:paraId="38C6A6E4" w14:textId="77777777" w:rsidR="000F74B5" w:rsidRPr="000F74B5" w:rsidRDefault="000F74B5" w:rsidP="00D65EFF">
      <w:pPr>
        <w:ind w:firstLine="708"/>
        <w:rPr>
          <w:i/>
        </w:rPr>
      </w:pPr>
    </w:p>
    <w:p w14:paraId="37FD3EBD" w14:textId="77777777" w:rsidR="00385C66" w:rsidRDefault="00385C66"/>
    <w:p w14:paraId="095C9E33" w14:textId="77777777" w:rsidR="00385C66" w:rsidRDefault="00385C66"/>
    <w:p w14:paraId="412DAD38" w14:textId="77777777" w:rsidR="00385C66" w:rsidRDefault="00385C66"/>
    <w:p w14:paraId="105B1B02" w14:textId="77777777" w:rsidR="00385C66" w:rsidRDefault="00385C66"/>
    <w:p w14:paraId="1227D127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9158F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32D44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84820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DF768E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43C0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erp-urlitem">
    <w:name w:val="serp-url__item"/>
    <w:rsid w:val="00A32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1047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39</cp:revision>
  <cp:lastPrinted>2013-03-04T02:36:00Z</cp:lastPrinted>
  <dcterms:created xsi:type="dcterms:W3CDTF">2018-07-05T07:03:00Z</dcterms:created>
  <dcterms:modified xsi:type="dcterms:W3CDTF">2024-11-07T03:08:00Z</dcterms:modified>
</cp:coreProperties>
</file>