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295E6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49CEB37C" wp14:editId="19C87DE8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D84E7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69D05E6B" w14:textId="77777777"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14:paraId="74555602" w14:textId="28A28481" w:rsidR="0047610F" w:rsidRPr="00A92CF8" w:rsidRDefault="00F218B9" w:rsidP="0047610F">
      <w:pPr>
        <w:rPr>
          <w:color w:val="000000"/>
        </w:rPr>
      </w:pPr>
      <w:r>
        <w:t xml:space="preserve">на право заключения договора </w:t>
      </w:r>
      <w:r w:rsidR="0047610F" w:rsidRPr="00A92CF8">
        <w:rPr>
          <w:color w:val="000000"/>
        </w:rPr>
        <w:t>оказани</w:t>
      </w:r>
      <w:r w:rsidR="0047610F">
        <w:rPr>
          <w:color w:val="000000"/>
        </w:rPr>
        <w:t>я</w:t>
      </w:r>
      <w:r w:rsidR="0047610F" w:rsidRPr="00A92CF8">
        <w:rPr>
          <w:color w:val="000000"/>
        </w:rPr>
        <w:t xml:space="preserve"> услуг по организации перевозок пассажиров и багажа легковым такси</w:t>
      </w:r>
    </w:p>
    <w:p w14:paraId="30394AED" w14:textId="08D16EE9" w:rsidR="00B32BF7" w:rsidRPr="00B632B4" w:rsidRDefault="00B32BF7" w:rsidP="00B32BF7">
      <w:pPr>
        <w:pStyle w:val="a7"/>
      </w:pPr>
    </w:p>
    <w:p w14:paraId="4CCFC1A8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C447645" w14:textId="3CA96368" w:rsidR="005B3C41" w:rsidRDefault="009A0506" w:rsidP="0047610F">
      <w:pPr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B32BF7" w:rsidRPr="00B632B4">
        <w:t>оказани</w:t>
      </w:r>
      <w:r w:rsidR="00B32BF7">
        <w:t>я</w:t>
      </w:r>
      <w:r w:rsidR="00B32BF7" w:rsidRPr="00B632B4">
        <w:t xml:space="preserve"> услуг по </w:t>
      </w:r>
      <w:r w:rsidR="0047610F" w:rsidRPr="00A92CF8">
        <w:rPr>
          <w:color w:val="000000"/>
        </w:rPr>
        <w:t>организации перевозок пассажиров и багажа легковым такси</w:t>
      </w:r>
      <w:r w:rsidR="00FE2CB0">
        <w:rPr>
          <w:color w:val="44443F"/>
        </w:rPr>
        <w:t>:</w:t>
      </w:r>
    </w:p>
    <w:p w14:paraId="1B1E0A41" w14:textId="77777777" w:rsidR="00B32BF7" w:rsidRDefault="00B32BF7" w:rsidP="00C02418">
      <w:pPr>
        <w:pStyle w:val="a7"/>
        <w:rPr>
          <w:color w:val="44443F"/>
        </w:rPr>
      </w:pPr>
    </w:p>
    <w:p w14:paraId="797A1426" w14:textId="77777777"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14:paraId="5B63E2E6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22047D61" w14:textId="3975EE85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B32BF7">
        <w:t>1</w:t>
      </w:r>
      <w:r w:rsidR="0047610F">
        <w:t>4</w:t>
      </w:r>
      <w:r w:rsidR="00D01C82">
        <w:t xml:space="preserve">» </w:t>
      </w:r>
      <w:r w:rsidR="00B32BF7">
        <w:t>ноября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214AB454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49F4B5EF" w14:textId="50E86864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B32BF7">
        <w:t>1</w:t>
      </w:r>
      <w:r w:rsidR="0047610F">
        <w:t>9</w:t>
      </w:r>
      <w:r>
        <w:t xml:space="preserve">» </w:t>
      </w:r>
      <w:r w:rsidR="00B32BF7">
        <w:t>ноября</w:t>
      </w:r>
      <w:r>
        <w:t xml:space="preserve"> 2024 в 10-00 час. по иркутскому времени;</w:t>
      </w:r>
    </w:p>
    <w:p w14:paraId="4BF46D3D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7B0F87B6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1DD6470F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4070BA54" w14:textId="4832F4EF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B32BF7">
        <w:t>1</w:t>
      </w:r>
      <w:r w:rsidR="0047610F">
        <w:t>4</w:t>
      </w:r>
      <w:r w:rsidRPr="00C43CEB">
        <w:t xml:space="preserve">» </w:t>
      </w:r>
      <w:r w:rsidR="00B32BF7">
        <w:t>ноября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3FA904FA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5230CA34" w14:textId="3C1A65AA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B32BF7">
        <w:t>19</w:t>
      </w:r>
      <w:r w:rsidR="00420E87">
        <w:t>»</w:t>
      </w:r>
      <w:r w:rsidRPr="00C43CEB">
        <w:t xml:space="preserve"> </w:t>
      </w:r>
      <w:r w:rsidR="00B32BF7">
        <w:t>ноября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34CA0F7F" w14:textId="77777777" w:rsidR="00C02418" w:rsidRDefault="00C02418" w:rsidP="00C02418">
      <w:pPr>
        <w:pStyle w:val="a7"/>
        <w:ind w:left="720"/>
      </w:pPr>
    </w:p>
    <w:p w14:paraId="46C15679" w14:textId="77777777" w:rsidR="00EF5F53" w:rsidRDefault="00EF5F53" w:rsidP="009A0506">
      <w:pPr>
        <w:jc w:val="both"/>
        <w:outlineLvl w:val="0"/>
        <w:rPr>
          <w:color w:val="44443F"/>
        </w:rPr>
      </w:pPr>
    </w:p>
    <w:p w14:paraId="021F49E9" w14:textId="344F455F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</w:t>
      </w:r>
      <w:r w:rsidR="00651354">
        <w:t>42</w:t>
      </w:r>
      <w:r w:rsidR="0062050B" w:rsidRPr="00BA0144">
        <w:t>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14:paraId="05631CFB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465B788A" w14:textId="77777777" w:rsidR="00385C66" w:rsidRDefault="00385C66" w:rsidP="00385C66"/>
    <w:p w14:paraId="3E2C2F2C" w14:textId="77777777" w:rsidR="00385C66" w:rsidRDefault="00385C66" w:rsidP="00D65EFF">
      <w:pPr>
        <w:ind w:firstLine="708"/>
        <w:rPr>
          <w:i/>
        </w:rPr>
      </w:pPr>
    </w:p>
    <w:p w14:paraId="401A8EDD" w14:textId="77777777"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14:paraId="55E792FE" w14:textId="77777777" w:rsidR="000F74B5" w:rsidRPr="000F74B5" w:rsidRDefault="000F74B5" w:rsidP="00D65EFF">
      <w:pPr>
        <w:ind w:firstLine="708"/>
        <w:rPr>
          <w:i/>
        </w:rPr>
      </w:pPr>
    </w:p>
    <w:p w14:paraId="2FFF0AE4" w14:textId="77777777" w:rsidR="00385C66" w:rsidRDefault="00385C66"/>
    <w:p w14:paraId="6651A6E4" w14:textId="77777777" w:rsidR="00385C66" w:rsidRDefault="00385C66"/>
    <w:p w14:paraId="657C5F67" w14:textId="77777777" w:rsidR="00385C66" w:rsidRDefault="00385C66"/>
    <w:p w14:paraId="6F64E5CE" w14:textId="77777777" w:rsidR="00385C66" w:rsidRDefault="00385C66"/>
    <w:p w14:paraId="0CD1058D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7610F"/>
    <w:rsid w:val="004B338C"/>
    <w:rsid w:val="004D73EF"/>
    <w:rsid w:val="004E2ACF"/>
    <w:rsid w:val="0052449A"/>
    <w:rsid w:val="0054659F"/>
    <w:rsid w:val="005B3C41"/>
    <w:rsid w:val="005E5297"/>
    <w:rsid w:val="00601930"/>
    <w:rsid w:val="0061259E"/>
    <w:rsid w:val="00614DD4"/>
    <w:rsid w:val="0062050B"/>
    <w:rsid w:val="0062346E"/>
    <w:rsid w:val="00651354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32BF7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F569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1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134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1192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46</cp:revision>
  <cp:lastPrinted>2013-03-04T02:36:00Z</cp:lastPrinted>
  <dcterms:created xsi:type="dcterms:W3CDTF">2018-07-05T07:03:00Z</dcterms:created>
  <dcterms:modified xsi:type="dcterms:W3CDTF">2024-11-13T02:37:00Z</dcterms:modified>
</cp:coreProperties>
</file>