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77777777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14:paraId="684AF01B" w14:textId="77777777" w:rsidR="00650DAA" w:rsidRPr="00124616" w:rsidRDefault="00F218B9" w:rsidP="00650DAA">
      <w:pPr>
        <w:jc w:val="center"/>
        <w:rPr>
          <w:color w:val="000000"/>
        </w:rPr>
      </w:pPr>
      <w:r>
        <w:t xml:space="preserve">на право заключения договора </w:t>
      </w:r>
      <w:r w:rsidR="00650DAA">
        <w:t xml:space="preserve">оказания услуг </w:t>
      </w:r>
      <w:r w:rsidR="00650DAA" w:rsidRPr="00124616">
        <w:rPr>
          <w:color w:val="000000"/>
        </w:rPr>
        <w:t>по курьерской доставке почтовых отправлений и грузов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41DD81EF" w:rsidR="005B3C41" w:rsidRDefault="009A0506" w:rsidP="00650DAA">
      <w:pPr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650DAA">
        <w:rPr>
          <w:color w:val="44443F"/>
        </w:rPr>
        <w:t xml:space="preserve">оказания услуг </w:t>
      </w:r>
      <w:r w:rsidR="00650DAA" w:rsidRPr="00124616">
        <w:rPr>
          <w:color w:val="000000"/>
        </w:rPr>
        <w:t>по курьерской доставке почтовых отправлений и грузов</w:t>
      </w:r>
      <w:r w:rsidR="00FE2CB0">
        <w:rPr>
          <w:color w:val="44443F"/>
        </w:rPr>
        <w:t>:</w:t>
      </w:r>
    </w:p>
    <w:p w14:paraId="101DCF69" w14:textId="77777777"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194D0DE5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650DAA">
        <w:t>28</w:t>
      </w:r>
      <w:r w:rsidR="00D01C82">
        <w:t xml:space="preserve">» </w:t>
      </w:r>
      <w:r w:rsidR="00650DAA">
        <w:t>января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19BB55CB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650DAA">
        <w:t>30</w:t>
      </w:r>
      <w:r>
        <w:t xml:space="preserve">» </w:t>
      </w:r>
      <w:r w:rsidR="00650DAA">
        <w:t>января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5B4AF625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650DAA">
        <w:t>28</w:t>
      </w:r>
      <w:r w:rsidRPr="00C43CEB">
        <w:t xml:space="preserve">» </w:t>
      </w:r>
      <w:r w:rsidR="00650DAA">
        <w:t>января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4108A794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650DAA">
        <w:t>30</w:t>
      </w:r>
      <w:r w:rsidR="00420E87">
        <w:t>»</w:t>
      </w:r>
      <w:r w:rsidRPr="00C43CEB">
        <w:t xml:space="preserve"> </w:t>
      </w:r>
      <w:r w:rsidR="00650DAA">
        <w:t>января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6C63226D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</w:t>
      </w:r>
      <w:r w:rsidR="001D0F26">
        <w:t>53</w:t>
      </w:r>
      <w:r w:rsidR="0062050B" w:rsidRPr="00BA0144">
        <w:t>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37BF7FBF" w14:textId="77777777" w:rsidR="00385C66" w:rsidRDefault="00385C66" w:rsidP="00D65EFF">
      <w:pPr>
        <w:ind w:firstLine="708"/>
        <w:rPr>
          <w:i/>
        </w:rPr>
      </w:pPr>
    </w:p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E3D5B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1063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46</cp:revision>
  <cp:lastPrinted>2013-03-04T02:36:00Z</cp:lastPrinted>
  <dcterms:created xsi:type="dcterms:W3CDTF">2018-07-05T07:03:00Z</dcterms:created>
  <dcterms:modified xsi:type="dcterms:W3CDTF">2025-02-10T02:03:00Z</dcterms:modified>
</cp:coreProperties>
</file>