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4D03D" w14:textId="77777777"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14:paraId="5205BA6E" w14:textId="77777777" w:rsidR="008A3A56" w:rsidRDefault="008A3A56" w:rsidP="008A3A56"/>
    <w:p w14:paraId="40CDFAFB" w14:textId="77777777"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14:paraId="3922540A" w14:textId="6CBE2382" w:rsidR="00BC2E07" w:rsidRPr="00763B9C" w:rsidRDefault="00BC2E07" w:rsidP="00BC2E07">
      <w:pPr>
        <w:rPr>
          <w:rFonts w:ascii="Times New Roman" w:hAnsi="Times New Roman"/>
          <w:sz w:val="24"/>
          <w:szCs w:val="24"/>
        </w:rPr>
      </w:pPr>
      <w:r w:rsidRPr="00763B9C">
        <w:rPr>
          <w:rFonts w:ascii="Times New Roman" w:hAnsi="Times New Roman"/>
          <w:sz w:val="24"/>
          <w:szCs w:val="24"/>
        </w:rPr>
        <w:t>НМЦД = (</w:t>
      </w:r>
      <w:r w:rsidR="000371D1">
        <w:rPr>
          <w:rFonts w:ascii="Times New Roman" w:hAnsi="Times New Roman"/>
          <w:sz w:val="24"/>
          <w:szCs w:val="24"/>
        </w:rPr>
        <w:t>778</w:t>
      </w:r>
      <w:r w:rsidR="008F731F">
        <w:rPr>
          <w:rFonts w:ascii="Times New Roman" w:hAnsi="Times New Roman"/>
          <w:sz w:val="24"/>
          <w:szCs w:val="24"/>
        </w:rPr>
        <w:t xml:space="preserve"> </w:t>
      </w:r>
      <w:r w:rsidR="000371D1">
        <w:rPr>
          <w:rFonts w:ascii="Times New Roman" w:hAnsi="Times New Roman"/>
          <w:sz w:val="24"/>
          <w:szCs w:val="24"/>
        </w:rPr>
        <w:t>617</w:t>
      </w:r>
      <w:r w:rsidR="008F731F">
        <w:rPr>
          <w:rFonts w:ascii="Times New Roman" w:hAnsi="Times New Roman"/>
          <w:sz w:val="24"/>
          <w:szCs w:val="24"/>
        </w:rPr>
        <w:t>,00</w:t>
      </w:r>
      <w:r w:rsidRPr="00763B9C">
        <w:rPr>
          <w:rFonts w:ascii="Times New Roman" w:hAnsi="Times New Roman"/>
          <w:sz w:val="24"/>
          <w:szCs w:val="24"/>
        </w:rPr>
        <w:t xml:space="preserve"> руб. *</w:t>
      </w:r>
      <w:r w:rsidR="000371D1" w:rsidRPr="0020564F">
        <w:rPr>
          <w:rFonts w:ascii="Times New Roman" w:hAnsi="Times New Roman"/>
          <w:sz w:val="24"/>
          <w:szCs w:val="24"/>
        </w:rPr>
        <w:t>6</w:t>
      </w:r>
      <w:r w:rsidRPr="0020564F">
        <w:rPr>
          <w:rFonts w:ascii="Times New Roman" w:hAnsi="Times New Roman"/>
          <w:sz w:val="24"/>
          <w:szCs w:val="24"/>
        </w:rPr>
        <w:t>%</w:t>
      </w:r>
      <w:r w:rsidRPr="00763B9C">
        <w:rPr>
          <w:rFonts w:ascii="Times New Roman" w:hAnsi="Times New Roman"/>
          <w:sz w:val="24"/>
          <w:szCs w:val="24"/>
        </w:rPr>
        <w:t>)</w:t>
      </w:r>
      <w:r w:rsidR="008533C6">
        <w:rPr>
          <w:rFonts w:ascii="Times New Roman" w:hAnsi="Times New Roman"/>
          <w:sz w:val="24"/>
          <w:szCs w:val="24"/>
        </w:rPr>
        <w:t xml:space="preserve"> </w:t>
      </w:r>
      <w:r w:rsidRPr="00763B9C">
        <w:rPr>
          <w:rFonts w:ascii="Times New Roman" w:hAnsi="Times New Roman"/>
          <w:sz w:val="24"/>
          <w:szCs w:val="24"/>
        </w:rPr>
        <w:t>*1,</w:t>
      </w:r>
      <w:r w:rsidR="008533C6">
        <w:rPr>
          <w:rFonts w:ascii="Times New Roman" w:hAnsi="Times New Roman"/>
          <w:sz w:val="24"/>
          <w:szCs w:val="24"/>
        </w:rPr>
        <w:t>0</w:t>
      </w:r>
      <w:r w:rsidRPr="00763B9C">
        <w:rPr>
          <w:rFonts w:ascii="Times New Roman" w:hAnsi="Times New Roman"/>
          <w:sz w:val="24"/>
          <w:szCs w:val="24"/>
        </w:rPr>
        <w:t xml:space="preserve"> = </w:t>
      </w:r>
      <w:r w:rsidR="008533C6">
        <w:rPr>
          <w:rFonts w:ascii="Times New Roman" w:hAnsi="Times New Roman"/>
          <w:sz w:val="24"/>
          <w:szCs w:val="24"/>
        </w:rPr>
        <w:t>825 334,02</w:t>
      </w:r>
      <w:r w:rsidRPr="00763B9C">
        <w:rPr>
          <w:rFonts w:ascii="Times New Roman" w:hAnsi="Times New Roman"/>
          <w:sz w:val="24"/>
          <w:szCs w:val="24"/>
        </w:rPr>
        <w:t xml:space="preserve"> руб</w:t>
      </w:r>
      <w:r w:rsidR="008F731F">
        <w:rPr>
          <w:rFonts w:ascii="Times New Roman" w:hAnsi="Times New Roman"/>
          <w:sz w:val="24"/>
          <w:szCs w:val="24"/>
        </w:rPr>
        <w:t>. стоимость без НДС</w:t>
      </w:r>
      <w:r w:rsidR="00A44BBE" w:rsidRPr="00763B9C">
        <w:rPr>
          <w:rFonts w:ascii="Times New Roman" w:hAnsi="Times New Roman"/>
          <w:sz w:val="24"/>
          <w:szCs w:val="24"/>
        </w:rPr>
        <w:t>.</w:t>
      </w:r>
      <w:r w:rsidR="00763B9C" w:rsidRPr="00763B9C">
        <w:rPr>
          <w:rFonts w:ascii="Times New Roman" w:hAnsi="Times New Roman"/>
          <w:sz w:val="24"/>
          <w:szCs w:val="24"/>
        </w:rPr>
        <w:t>,</w:t>
      </w:r>
      <w:r w:rsidR="00A44BBE" w:rsidRPr="00763B9C">
        <w:rPr>
          <w:rFonts w:ascii="Times New Roman" w:hAnsi="Times New Roman"/>
          <w:sz w:val="24"/>
          <w:szCs w:val="24"/>
        </w:rPr>
        <w:t xml:space="preserve"> </w:t>
      </w:r>
      <w:r w:rsidRPr="00763B9C">
        <w:rPr>
          <w:rFonts w:ascii="Times New Roman" w:hAnsi="Times New Roman"/>
          <w:sz w:val="24"/>
          <w:szCs w:val="24"/>
        </w:rPr>
        <w:t>где</w:t>
      </w:r>
    </w:p>
    <w:p w14:paraId="74FEC9D6" w14:textId="592DF63A" w:rsidR="00BC2E07" w:rsidRDefault="00417D5A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778617</w:t>
      </w:r>
      <w:r w:rsidR="008533C6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>0</w:t>
      </w:r>
      <w:r w:rsidR="008533C6" w:rsidRPr="00763B9C">
        <w:rPr>
          <w:rFonts w:ascii="Times New Roman" w:hAnsi="Times New Roman"/>
          <w:sz w:val="24"/>
          <w:szCs w:val="24"/>
        </w:rPr>
        <w:t xml:space="preserve"> </w:t>
      </w:r>
      <w:r w:rsidR="00BC2E07">
        <w:rPr>
          <w:rFonts w:ascii="Times New Roman" w:hAnsi="Times New Roman"/>
          <w:sz w:val="24"/>
          <w:szCs w:val="24"/>
        </w:rPr>
        <w:t>руб. – цена прошлого периода;</w:t>
      </w:r>
    </w:p>
    <w:p w14:paraId="6D921E83" w14:textId="5615BB9A" w:rsidR="00BC2E07" w:rsidRDefault="000371D1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C2E07">
        <w:rPr>
          <w:rFonts w:ascii="Times New Roman" w:hAnsi="Times New Roman"/>
          <w:sz w:val="24"/>
          <w:szCs w:val="24"/>
        </w:rPr>
        <w:t>% - дефлятор;</w:t>
      </w:r>
    </w:p>
    <w:p w14:paraId="19A96687" w14:textId="65134D6E"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1,</w:t>
      </w:r>
      <w:r w:rsidR="008533C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- переменный показатель</w:t>
      </w:r>
    </w:p>
    <w:p w14:paraId="12CF01EB" w14:textId="77777777"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14:paraId="2A8942AE" w14:textId="77777777" w:rsidR="008A3A56" w:rsidRPr="008A3A56" w:rsidRDefault="008A3A56" w:rsidP="008A3A56"/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AE4"/>
    <w:rsid w:val="000371D1"/>
    <w:rsid w:val="000A3767"/>
    <w:rsid w:val="000D62E5"/>
    <w:rsid w:val="000F29C8"/>
    <w:rsid w:val="000F68D7"/>
    <w:rsid w:val="00146DEC"/>
    <w:rsid w:val="001F6FF1"/>
    <w:rsid w:val="0020564F"/>
    <w:rsid w:val="00417D5A"/>
    <w:rsid w:val="0045178B"/>
    <w:rsid w:val="00487C93"/>
    <w:rsid w:val="004B5488"/>
    <w:rsid w:val="004E45D4"/>
    <w:rsid w:val="006505EB"/>
    <w:rsid w:val="00655300"/>
    <w:rsid w:val="00696094"/>
    <w:rsid w:val="006A56A8"/>
    <w:rsid w:val="00763B9C"/>
    <w:rsid w:val="007A1D12"/>
    <w:rsid w:val="007B2F9B"/>
    <w:rsid w:val="0081277D"/>
    <w:rsid w:val="008533C6"/>
    <w:rsid w:val="008911AE"/>
    <w:rsid w:val="008A3A56"/>
    <w:rsid w:val="008C716E"/>
    <w:rsid w:val="008F731F"/>
    <w:rsid w:val="00A44BBE"/>
    <w:rsid w:val="00AC7B84"/>
    <w:rsid w:val="00AD4AE4"/>
    <w:rsid w:val="00AE18CE"/>
    <w:rsid w:val="00B2442C"/>
    <w:rsid w:val="00B26A1F"/>
    <w:rsid w:val="00B3015A"/>
    <w:rsid w:val="00B81AF2"/>
    <w:rsid w:val="00B96B60"/>
    <w:rsid w:val="00BA1D7A"/>
    <w:rsid w:val="00BA5147"/>
    <w:rsid w:val="00BC2E07"/>
    <w:rsid w:val="00CD2F8E"/>
    <w:rsid w:val="00CE0657"/>
    <w:rsid w:val="00D52CC0"/>
    <w:rsid w:val="00E46350"/>
    <w:rsid w:val="00F360B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5A0CC"/>
  <w15:chartTrackingRefBased/>
  <w15:docId w15:val="{8417A39E-1CEF-4BF6-BC29-58CF6A42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Brenzey Yuliya</cp:lastModifiedBy>
  <cp:revision>5</cp:revision>
  <cp:lastPrinted>2021-12-07T06:04:00Z</cp:lastPrinted>
  <dcterms:created xsi:type="dcterms:W3CDTF">2023-10-18T06:46:00Z</dcterms:created>
  <dcterms:modified xsi:type="dcterms:W3CDTF">2025-01-13T05:30:00Z</dcterms:modified>
</cp:coreProperties>
</file>