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532E7A59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900FA1" w:rsidRPr="00900FA1">
        <w:rPr>
          <w:rFonts w:ascii="Times New Roman" w:hAnsi="Times New Roman" w:cs="Times New Roman"/>
          <w:sz w:val="24"/>
          <w:szCs w:val="24"/>
        </w:rPr>
        <w:t>COM19022500038</w:t>
      </w:r>
    </w:p>
    <w:p w14:paraId="684AF01B" w14:textId="4E893AEF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</w:t>
      </w:r>
      <w:r w:rsidR="00900FA1" w:rsidRPr="00900FA1">
        <w:t>расходных материалов для системы измерения запыленности GRAVIMAT SHC 501 для ООО «ИЦ «Иркутскэнерго»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37595A92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900FA1" w:rsidRPr="00900FA1">
        <w:t>COM19022500038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415B4D">
        <w:t>поставк</w:t>
      </w:r>
      <w:r w:rsidR="0073738B">
        <w:t>и</w:t>
      </w:r>
      <w:r w:rsidR="00900FA1">
        <w:t xml:space="preserve"> </w:t>
      </w:r>
      <w:r w:rsidR="00900FA1" w:rsidRPr="00900FA1">
        <w:t>расходных материалов для системы измерения запыленности GRAVIMAT SHC 501 для ООО «ИЦ «Иркутскэнерго»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09ED7464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203884">
        <w:t>11»</w:t>
      </w:r>
      <w:r w:rsidR="00D01C82">
        <w:t xml:space="preserve"> </w:t>
      </w:r>
      <w:r w:rsidR="00203884">
        <w:t>марта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3736ECC6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B77E3">
        <w:t>1</w:t>
      </w:r>
      <w:r w:rsidR="00203884">
        <w:t>8</w:t>
      </w:r>
      <w:r>
        <w:t xml:space="preserve">» </w:t>
      </w:r>
      <w:r w:rsidR="00900FA1">
        <w:t>марта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6872A91E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203884">
        <w:t>11</w:t>
      </w:r>
      <w:r w:rsidRPr="00C43CEB">
        <w:t xml:space="preserve">» </w:t>
      </w:r>
      <w:r w:rsidR="00203884">
        <w:t>марта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43ED0659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B77E3">
        <w:t>1</w:t>
      </w:r>
      <w:r w:rsidR="00203884">
        <w:t>8</w:t>
      </w:r>
      <w:r w:rsidR="00420E87">
        <w:t>»</w:t>
      </w:r>
      <w:r w:rsidRPr="00C43CEB">
        <w:t xml:space="preserve"> </w:t>
      </w:r>
      <w:r w:rsidR="00900FA1">
        <w:t>марта 20</w:t>
      </w:r>
      <w:r w:rsidRPr="00C43CEB">
        <w:t>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03884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00FA1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1318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48</cp:revision>
  <cp:lastPrinted>2013-03-04T02:36:00Z</cp:lastPrinted>
  <dcterms:created xsi:type="dcterms:W3CDTF">2018-07-05T07:03:00Z</dcterms:created>
  <dcterms:modified xsi:type="dcterms:W3CDTF">2025-03-11T06:34:00Z</dcterms:modified>
</cp:coreProperties>
</file>