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69ACC" w14:textId="77777777"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7995CA64" wp14:editId="0282643B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D3470" w14:textId="77777777"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14:paraId="43318C99" w14:textId="374E7001" w:rsidR="00E968CC" w:rsidRDefault="00A61AB4" w:rsidP="00650DA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73738B">
        <w:rPr>
          <w:rFonts w:ascii="Times New Roman" w:hAnsi="Times New Roman" w:cs="Times New Roman"/>
          <w:sz w:val="24"/>
          <w:szCs w:val="24"/>
        </w:rPr>
        <w:t xml:space="preserve"> по анализу предложений в электронной форме № </w:t>
      </w:r>
      <w:r w:rsidR="007E266B" w:rsidRPr="007E266B">
        <w:rPr>
          <w:rFonts w:ascii="Times New Roman" w:hAnsi="Times New Roman" w:cs="Times New Roman"/>
          <w:sz w:val="24"/>
          <w:szCs w:val="24"/>
        </w:rPr>
        <w:t>COM06032500014</w:t>
      </w:r>
    </w:p>
    <w:p w14:paraId="684AF01B" w14:textId="0FDC4BC6" w:rsidR="00650DAA" w:rsidRPr="0073738B" w:rsidRDefault="00F218B9" w:rsidP="00650DAA">
      <w:pPr>
        <w:jc w:val="center"/>
      </w:pPr>
      <w:r>
        <w:t xml:space="preserve">на право заключения договора </w:t>
      </w:r>
      <w:r w:rsidR="0073738B" w:rsidRPr="00415B4D">
        <w:t>поставк</w:t>
      </w:r>
      <w:r w:rsidR="0073738B">
        <w:t>и</w:t>
      </w:r>
      <w:r w:rsidR="0073738B" w:rsidRPr="00415B4D">
        <w:t xml:space="preserve"> </w:t>
      </w:r>
      <w:r w:rsidR="007E266B" w:rsidRPr="007E266B">
        <w:t>системы оценки прессовки обмотки и сердечника трансформаторов по вибропараметрам Веста</w:t>
      </w:r>
    </w:p>
    <w:p w14:paraId="5EEB903D" w14:textId="1DEA3472" w:rsidR="009B3F9D" w:rsidRPr="00461795" w:rsidRDefault="009B3F9D" w:rsidP="009B3F9D">
      <w:pPr>
        <w:jc w:val="center"/>
        <w:rPr>
          <w:color w:val="000000"/>
        </w:rPr>
      </w:pPr>
    </w:p>
    <w:p w14:paraId="17A8B4AA" w14:textId="77777777"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E2798CD" w14:textId="661B30E4" w:rsidR="005B3C41" w:rsidRDefault="009A0506" w:rsidP="0073738B">
      <w:pPr>
        <w:jc w:val="both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</w:t>
      </w:r>
      <w:r w:rsidR="0073738B">
        <w:rPr>
          <w:color w:val="44443F"/>
        </w:rPr>
        <w:t xml:space="preserve">в электронной форме № </w:t>
      </w:r>
      <w:r w:rsidR="007E266B" w:rsidRPr="007E266B">
        <w:t>COM06032500014</w:t>
      </w:r>
      <w:r w:rsidR="0073738B">
        <w:rPr>
          <w:color w:val="44443F"/>
        </w:rPr>
        <w:t xml:space="preserve"> </w:t>
      </w:r>
      <w:r w:rsidR="00F218B9">
        <w:rPr>
          <w:color w:val="44443F"/>
        </w:rPr>
        <w:t>на право заключения договора</w:t>
      </w:r>
      <w:r w:rsidR="0073738B">
        <w:rPr>
          <w:color w:val="44443F"/>
        </w:rPr>
        <w:t xml:space="preserve"> </w:t>
      </w:r>
      <w:r w:rsidR="0073738B" w:rsidRPr="007E266B">
        <w:rPr>
          <w:color w:val="44443F"/>
        </w:rPr>
        <w:t xml:space="preserve">поставки </w:t>
      </w:r>
      <w:r w:rsidR="007E266B" w:rsidRPr="007E266B">
        <w:rPr>
          <w:color w:val="44443F"/>
        </w:rPr>
        <w:t>системы оценки прессовки обмотки и сердечника трансформаторов по вибропараметрам Веста</w:t>
      </w:r>
      <w:r w:rsidR="00FE2CB0">
        <w:rPr>
          <w:color w:val="44443F"/>
        </w:rPr>
        <w:t>:</w:t>
      </w:r>
    </w:p>
    <w:p w14:paraId="1A08DAD9" w14:textId="60C06643" w:rsidR="0073738B" w:rsidRDefault="0073738B" w:rsidP="0073738B">
      <w:pPr>
        <w:jc w:val="both"/>
        <w:rPr>
          <w:color w:val="44443F"/>
        </w:rPr>
      </w:pPr>
    </w:p>
    <w:p w14:paraId="101DCF69" w14:textId="71D1D203" w:rsidR="00BA456F" w:rsidRPr="0073738B" w:rsidRDefault="00BA456F" w:rsidP="004D3D65">
      <w:pPr>
        <w:pStyle w:val="a4"/>
        <w:numPr>
          <w:ilvl w:val="0"/>
          <w:numId w:val="7"/>
        </w:numPr>
        <w:jc w:val="both"/>
        <w:outlineLvl w:val="0"/>
        <w:rPr>
          <w:rFonts w:ascii="Times New Roman" w:hAnsi="Times New Roman"/>
          <w:color w:val="44443F"/>
          <w:sz w:val="24"/>
          <w:szCs w:val="24"/>
        </w:rPr>
      </w:pPr>
      <w:r w:rsidRPr="0073738B">
        <w:rPr>
          <w:rFonts w:ascii="Times New Roman" w:hAnsi="Times New Roman"/>
          <w:color w:val="44443F"/>
          <w:sz w:val="24"/>
          <w:szCs w:val="24"/>
        </w:rPr>
        <w:t>Перенесение срок</w:t>
      </w:r>
      <w:r w:rsidR="00C02418" w:rsidRPr="0073738B">
        <w:rPr>
          <w:rFonts w:ascii="Times New Roman" w:hAnsi="Times New Roman"/>
          <w:color w:val="44443F"/>
          <w:sz w:val="24"/>
          <w:szCs w:val="24"/>
        </w:rPr>
        <w:t>а окончания подачи заявок</w:t>
      </w:r>
      <w:r w:rsidRPr="0073738B">
        <w:rPr>
          <w:rFonts w:ascii="Times New Roman" w:hAnsi="Times New Roman"/>
          <w:color w:val="44443F"/>
          <w:sz w:val="24"/>
          <w:szCs w:val="24"/>
        </w:rPr>
        <w:t>:</w:t>
      </w:r>
    </w:p>
    <w:p w14:paraId="62AAA7F0" w14:textId="77777777"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14:paraId="47F99640" w14:textId="78879034"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7E266B">
        <w:t>13</w:t>
      </w:r>
      <w:r w:rsidR="00D01C82">
        <w:t xml:space="preserve">» </w:t>
      </w:r>
      <w:r w:rsidR="007E266B">
        <w:t>марта</w:t>
      </w:r>
      <w:r>
        <w:t xml:space="preserve"> 202</w:t>
      </w:r>
      <w:r w:rsidR="00650DAA">
        <w:t>5</w:t>
      </w:r>
      <w:r>
        <w:t xml:space="preserve"> в 1</w:t>
      </w:r>
      <w:r w:rsidR="00873382">
        <w:t>0</w:t>
      </w:r>
      <w:r>
        <w:t>-00 час. по иркутскому времени;</w:t>
      </w:r>
    </w:p>
    <w:p w14:paraId="4D05FCF3" w14:textId="77777777"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79C5DF19" w14:textId="12334CF0"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4B77E3">
        <w:t>1</w:t>
      </w:r>
      <w:r w:rsidR="007E266B">
        <w:t>8</w:t>
      </w:r>
      <w:r>
        <w:t xml:space="preserve">» </w:t>
      </w:r>
      <w:r w:rsidR="007E266B">
        <w:t>марта</w:t>
      </w:r>
      <w:r>
        <w:t xml:space="preserve"> 202</w:t>
      </w:r>
      <w:r w:rsidR="00650DAA">
        <w:t>5</w:t>
      </w:r>
      <w:r>
        <w:t xml:space="preserve"> в 10-00 час. по иркутскому времени;</w:t>
      </w:r>
    </w:p>
    <w:p w14:paraId="370CC6B5" w14:textId="77777777" w:rsidR="00C02418" w:rsidRPr="00C02418" w:rsidRDefault="00C02418" w:rsidP="00BA456F">
      <w:pPr>
        <w:pStyle w:val="a7"/>
        <w:ind w:left="720"/>
        <w:rPr>
          <w:b/>
        </w:rPr>
      </w:pPr>
    </w:p>
    <w:p w14:paraId="002FD4B7" w14:textId="77777777"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14:paraId="4600247B" w14:textId="77777777"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14:paraId="0E845EC6" w14:textId="225618C2"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7E266B">
        <w:t>13</w:t>
      </w:r>
      <w:r w:rsidRPr="00C43CEB">
        <w:t xml:space="preserve">» </w:t>
      </w:r>
      <w:r w:rsidR="007E266B">
        <w:t>марта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07349CDD" w14:textId="77777777"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08726FFA" w14:textId="794CB7DD"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7E266B">
        <w:t>18</w:t>
      </w:r>
      <w:r w:rsidR="00420E87">
        <w:t>»</w:t>
      </w:r>
      <w:r w:rsidRPr="00C43CEB">
        <w:t xml:space="preserve"> </w:t>
      </w:r>
      <w:r w:rsidR="007E266B">
        <w:t>марта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293E8B4F" w14:textId="77777777" w:rsidR="00C02418" w:rsidRDefault="00C02418" w:rsidP="00C02418">
      <w:pPr>
        <w:pStyle w:val="a7"/>
        <w:ind w:left="720"/>
      </w:pPr>
    </w:p>
    <w:p w14:paraId="5F732618" w14:textId="40B63324"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hyperlink r:id="rId6" w:history="1">
        <w:r w:rsidR="004B77E3" w:rsidRPr="00FA6053">
          <w:rPr>
            <w:rStyle w:val="a3"/>
          </w:rPr>
          <w:t>https://icenter.irkutskenergo.ru/qa/9553.html</w:t>
        </w:r>
      </w:hyperlink>
      <w:r w:rsidR="004B77E3">
        <w:t xml:space="preserve"> и </w:t>
      </w:r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>ЭТП Росэлторг</w:t>
      </w:r>
      <w:r w:rsidR="00BA456F" w:rsidRPr="004B77E3">
        <w:rPr>
          <w:rFonts w:eastAsia="Times New Roman"/>
          <w:lang w:eastAsia="ru-RU"/>
        </w:rPr>
        <w:t>.</w:t>
      </w:r>
    </w:p>
    <w:p w14:paraId="5F896319" w14:textId="77777777" w:rsidR="009A0506" w:rsidRPr="0061259E" w:rsidRDefault="009A0506" w:rsidP="00FE2CB0">
      <w:pPr>
        <w:jc w:val="both"/>
        <w:outlineLvl w:val="0"/>
        <w:rPr>
          <w:color w:val="44443F"/>
        </w:rPr>
      </w:pPr>
    </w:p>
    <w:p w14:paraId="34ABA401" w14:textId="77777777" w:rsidR="00385C66" w:rsidRDefault="00385C66" w:rsidP="00385C66"/>
    <w:p w14:paraId="2B2E3943" w14:textId="77777777" w:rsidR="00385C66" w:rsidRDefault="00385C66"/>
    <w:p w14:paraId="27578D6B" w14:textId="77777777" w:rsidR="00385C66" w:rsidRDefault="00385C66"/>
    <w:p w14:paraId="64D8FFAF" w14:textId="77777777" w:rsidR="00385C66" w:rsidRDefault="00385C66"/>
    <w:p w14:paraId="73D5D727" w14:textId="77777777" w:rsidR="00385C66" w:rsidRDefault="00385C66"/>
    <w:p w14:paraId="6DABF9A9" w14:textId="77777777"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D0F26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20E87"/>
    <w:rsid w:val="004402A3"/>
    <w:rsid w:val="00442DBB"/>
    <w:rsid w:val="0044317E"/>
    <w:rsid w:val="00451D8E"/>
    <w:rsid w:val="00455EE5"/>
    <w:rsid w:val="0047104A"/>
    <w:rsid w:val="004B338C"/>
    <w:rsid w:val="004B77E3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0DAA"/>
    <w:rsid w:val="0065447D"/>
    <w:rsid w:val="0066417B"/>
    <w:rsid w:val="006A76A5"/>
    <w:rsid w:val="006B44F8"/>
    <w:rsid w:val="006F60B3"/>
    <w:rsid w:val="0073738B"/>
    <w:rsid w:val="007538D5"/>
    <w:rsid w:val="007A18CA"/>
    <w:rsid w:val="007E266B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B3F9D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7D37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3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  <w:style w:type="character" w:styleId="a8">
    <w:name w:val="Unresolved Mention"/>
    <w:basedOn w:val="a0"/>
    <w:uiPriority w:val="99"/>
    <w:semiHidden/>
    <w:unhideWhenUsed/>
    <w:rsid w:val="004B77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center.irkutskenergo.ru/qa/955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143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1290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47</cp:revision>
  <cp:lastPrinted>2013-03-04T02:36:00Z</cp:lastPrinted>
  <dcterms:created xsi:type="dcterms:W3CDTF">2018-07-05T07:03:00Z</dcterms:created>
  <dcterms:modified xsi:type="dcterms:W3CDTF">2025-03-13T02:56:00Z</dcterms:modified>
</cp:coreProperties>
</file>