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374E7001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73738B">
        <w:rPr>
          <w:rFonts w:ascii="Times New Roman" w:hAnsi="Times New Roman" w:cs="Times New Roman"/>
          <w:sz w:val="24"/>
          <w:szCs w:val="24"/>
        </w:rPr>
        <w:t xml:space="preserve"> по анализу предложений в электронной форме № </w:t>
      </w:r>
      <w:r w:rsidR="007E266B" w:rsidRPr="007E266B">
        <w:rPr>
          <w:rFonts w:ascii="Times New Roman" w:hAnsi="Times New Roman" w:cs="Times New Roman"/>
          <w:sz w:val="24"/>
          <w:szCs w:val="24"/>
        </w:rPr>
        <w:t>COM06032500014</w:t>
      </w:r>
    </w:p>
    <w:p w14:paraId="684AF01B" w14:textId="0FDC4BC6" w:rsidR="00650DAA" w:rsidRPr="0073738B" w:rsidRDefault="00F218B9" w:rsidP="00650DAA">
      <w:pPr>
        <w:jc w:val="center"/>
      </w:pPr>
      <w:r>
        <w:t xml:space="preserve">на право заключения договора </w:t>
      </w:r>
      <w:r w:rsidR="0073738B" w:rsidRPr="00415B4D">
        <w:t>поставк</w:t>
      </w:r>
      <w:r w:rsidR="0073738B">
        <w:t>и</w:t>
      </w:r>
      <w:r w:rsidR="0073738B" w:rsidRPr="00415B4D">
        <w:t xml:space="preserve"> </w:t>
      </w:r>
      <w:r w:rsidR="007E266B" w:rsidRPr="007E266B">
        <w:t xml:space="preserve">системы оценки прессовки обмотки и сердечника трансформаторов по </w:t>
      </w:r>
      <w:proofErr w:type="spellStart"/>
      <w:r w:rsidR="007E266B" w:rsidRPr="007E266B">
        <w:t>вибропараметрам</w:t>
      </w:r>
      <w:proofErr w:type="spellEnd"/>
      <w:r w:rsidR="007E266B" w:rsidRPr="007E266B">
        <w:t xml:space="preserve"> Веста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661B30E4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7E266B" w:rsidRPr="007E266B">
        <w:t>COM06032500014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73738B" w:rsidRPr="007E266B">
        <w:rPr>
          <w:color w:val="44443F"/>
        </w:rPr>
        <w:t xml:space="preserve">поставки </w:t>
      </w:r>
      <w:r w:rsidR="007E266B" w:rsidRPr="007E266B">
        <w:rPr>
          <w:color w:val="44443F"/>
        </w:rPr>
        <w:t xml:space="preserve">системы оценки прессовки обмотки и сердечника трансформаторов по </w:t>
      </w:r>
      <w:proofErr w:type="spellStart"/>
      <w:r w:rsidR="007E266B" w:rsidRPr="007E266B">
        <w:rPr>
          <w:color w:val="44443F"/>
        </w:rPr>
        <w:t>вибропараметрам</w:t>
      </w:r>
      <w:proofErr w:type="spellEnd"/>
      <w:r w:rsidR="007E266B" w:rsidRPr="007E266B">
        <w:rPr>
          <w:color w:val="44443F"/>
        </w:rPr>
        <w:t xml:space="preserve"> Веста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01DCF69" w14:textId="71D1D203" w:rsidR="00BA456F" w:rsidRPr="0073738B" w:rsidRDefault="00BA456F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</w:t>
      </w:r>
      <w:r w:rsidR="00C02418" w:rsidRPr="0073738B">
        <w:rPr>
          <w:rFonts w:ascii="Times New Roman" w:hAnsi="Times New Roman"/>
          <w:color w:val="44443F"/>
          <w:sz w:val="24"/>
          <w:szCs w:val="24"/>
        </w:rPr>
        <w:t>а окончания подачи заявок</w:t>
      </w:r>
      <w:r w:rsidRPr="0073738B">
        <w:rPr>
          <w:rFonts w:ascii="Times New Roman" w:hAnsi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7979DE39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4177E1">
        <w:t>25</w:t>
      </w:r>
      <w:r w:rsidR="00D01C82">
        <w:t xml:space="preserve">» </w:t>
      </w:r>
      <w:r w:rsidR="007E266B">
        <w:t>марта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6FA98C4A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4177E1">
        <w:t>01</w:t>
      </w:r>
      <w:r>
        <w:t xml:space="preserve">» </w:t>
      </w:r>
      <w:r w:rsidR="004177E1">
        <w:t>апреля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2839168B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4177E1">
        <w:t>25</w:t>
      </w:r>
      <w:r w:rsidRPr="00C43CEB">
        <w:t xml:space="preserve">» </w:t>
      </w:r>
      <w:r w:rsidR="007E266B">
        <w:t>марта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6117307F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4177E1">
        <w:t>01</w:t>
      </w:r>
      <w:r w:rsidR="00420E87">
        <w:t>»</w:t>
      </w:r>
      <w:r w:rsidRPr="00C43CEB">
        <w:t xml:space="preserve"> </w:t>
      </w:r>
      <w:r w:rsidR="004177E1">
        <w:t>апреля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40B63324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 xml:space="preserve">ЭТП </w:t>
      </w:r>
      <w:proofErr w:type="spellStart"/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Росэлторг</w:t>
      </w:r>
      <w:proofErr w:type="spellEnd"/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177E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3D02"/>
    <w:rsid w:val="0065447D"/>
    <w:rsid w:val="0066417B"/>
    <w:rsid w:val="006A76A5"/>
    <w:rsid w:val="006B44F8"/>
    <w:rsid w:val="006F60B3"/>
    <w:rsid w:val="0073738B"/>
    <w:rsid w:val="007538D5"/>
    <w:rsid w:val="007A18CA"/>
    <w:rsid w:val="007E266B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1292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49</cp:revision>
  <cp:lastPrinted>2013-03-04T02:36:00Z</cp:lastPrinted>
  <dcterms:created xsi:type="dcterms:W3CDTF">2018-07-05T07:03:00Z</dcterms:created>
  <dcterms:modified xsi:type="dcterms:W3CDTF">2025-03-25T03:00:00Z</dcterms:modified>
</cp:coreProperties>
</file>