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374E7001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E266B" w:rsidRPr="007E266B">
        <w:rPr>
          <w:rFonts w:ascii="Times New Roman" w:hAnsi="Times New Roman" w:cs="Times New Roman"/>
          <w:sz w:val="24"/>
          <w:szCs w:val="24"/>
        </w:rPr>
        <w:t>COM06032500014</w:t>
      </w:r>
    </w:p>
    <w:p w14:paraId="684AF01B" w14:textId="0FDC4BC6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7E266B" w:rsidRPr="007E266B"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t>вибропараметрам</w:t>
      </w:r>
      <w:proofErr w:type="spellEnd"/>
      <w:r w:rsidR="007E266B" w:rsidRPr="007E266B">
        <w:t xml:space="preserve"> Веста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661B30E4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E266B" w:rsidRPr="007E266B">
        <w:t>COM06032500014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7E266B">
        <w:rPr>
          <w:color w:val="44443F"/>
        </w:rPr>
        <w:t xml:space="preserve">поставки </w:t>
      </w:r>
      <w:r w:rsidR="007E266B" w:rsidRPr="007E266B">
        <w:rPr>
          <w:color w:val="44443F"/>
        </w:rPr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rPr>
          <w:color w:val="44443F"/>
        </w:rPr>
        <w:t>вибропараметрам</w:t>
      </w:r>
      <w:proofErr w:type="spellEnd"/>
      <w:r w:rsidR="007E266B" w:rsidRPr="007E266B">
        <w:rPr>
          <w:color w:val="44443F"/>
        </w:rPr>
        <w:t xml:space="preserve"> Веста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104259CF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C38AE">
        <w:t>01</w:t>
      </w:r>
      <w:r w:rsidR="00D01C82">
        <w:t xml:space="preserve">» </w:t>
      </w:r>
      <w:r w:rsidR="009C38AE">
        <w:t>апреля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1E75F3E7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177E1">
        <w:t>0</w:t>
      </w:r>
      <w:r w:rsidR="009C38AE">
        <w:t>8</w:t>
      </w:r>
      <w:r>
        <w:t xml:space="preserve">» </w:t>
      </w:r>
      <w:r w:rsidR="004177E1">
        <w:t>апреля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64486DC3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C38AE">
        <w:t>01</w:t>
      </w:r>
      <w:r w:rsidRPr="00C43CEB">
        <w:t xml:space="preserve">» </w:t>
      </w:r>
      <w:r w:rsidR="009C38AE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54BCC04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177E1">
        <w:t>0</w:t>
      </w:r>
      <w:r w:rsidR="009C38AE">
        <w:t>8</w:t>
      </w:r>
      <w:r w:rsidR="00420E87">
        <w:t>»</w:t>
      </w:r>
      <w:r w:rsidRPr="00C43CEB">
        <w:t xml:space="preserve"> </w:t>
      </w:r>
      <w:r w:rsidR="004177E1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177E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3D02"/>
    <w:rsid w:val="0065447D"/>
    <w:rsid w:val="0066417B"/>
    <w:rsid w:val="006A76A5"/>
    <w:rsid w:val="006B44F8"/>
    <w:rsid w:val="006F60B3"/>
    <w:rsid w:val="0073738B"/>
    <w:rsid w:val="007538D5"/>
    <w:rsid w:val="007A18CA"/>
    <w:rsid w:val="007E266B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C38AE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1294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50</cp:revision>
  <cp:lastPrinted>2013-03-04T02:36:00Z</cp:lastPrinted>
  <dcterms:created xsi:type="dcterms:W3CDTF">2018-07-05T07:03:00Z</dcterms:created>
  <dcterms:modified xsi:type="dcterms:W3CDTF">2025-04-01T07:59:00Z</dcterms:modified>
</cp:coreProperties>
</file>