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164B5E99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A77761" w:rsidRPr="00A77761">
        <w:rPr>
          <w:rFonts w:ascii="Times New Roman" w:hAnsi="Times New Roman" w:cs="Times New Roman"/>
          <w:sz w:val="24"/>
          <w:szCs w:val="24"/>
        </w:rPr>
        <w:t>COM16042500009</w:t>
      </w:r>
    </w:p>
    <w:p w14:paraId="684AF01B" w14:textId="4E893AEF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721A86E3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A77761" w:rsidRPr="00A77761">
        <w:t>COM16042500009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415B4D">
        <w:t>поставк</w:t>
      </w:r>
      <w:r w:rsidR="0073738B">
        <w:t>и</w:t>
      </w:r>
      <w:r w:rsidR="00900FA1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59A23514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A77761">
        <w:t>24</w:t>
      </w:r>
      <w:r w:rsidR="00203884">
        <w:t>»</w:t>
      </w:r>
      <w:r w:rsidR="00D01C82">
        <w:t xml:space="preserve"> </w:t>
      </w:r>
      <w:r w:rsidR="00A77761">
        <w:t>апреля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5B91BE87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Pr="00686ECF">
        <w:t>«</w:t>
      </w:r>
      <w:r w:rsidR="00686ECF" w:rsidRPr="00686ECF">
        <w:t>13</w:t>
      </w:r>
      <w:r w:rsidRPr="00686ECF">
        <w:t>»</w:t>
      </w:r>
      <w:r w:rsidR="00686ECF" w:rsidRPr="00686ECF">
        <w:t xml:space="preserve"> мая </w:t>
      </w:r>
      <w:r w:rsidRPr="00686ECF">
        <w:t>202</w:t>
      </w:r>
      <w:r w:rsidR="00650DAA" w:rsidRPr="00686ECF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5FEE6CA8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A77761">
        <w:t>24</w:t>
      </w:r>
      <w:r w:rsidRPr="00C43CEB">
        <w:t xml:space="preserve">» </w:t>
      </w:r>
      <w:r w:rsidR="00A77761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57F71602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686ECF">
        <w:t>«</w:t>
      </w:r>
      <w:r w:rsidR="00686ECF" w:rsidRPr="00686ECF">
        <w:t>13</w:t>
      </w:r>
      <w:r w:rsidR="00420E87" w:rsidRPr="00686ECF">
        <w:t>»</w:t>
      </w:r>
      <w:r w:rsidR="00686ECF" w:rsidRPr="00686ECF">
        <w:t xml:space="preserve"> мая </w:t>
      </w:r>
      <w:r w:rsidR="00900FA1" w:rsidRPr="00686ECF">
        <w:t>20</w:t>
      </w:r>
      <w:r w:rsidRPr="00686ECF">
        <w:t>2</w:t>
      </w:r>
      <w:r w:rsidR="00650DAA" w:rsidRPr="00686ECF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03884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86ECF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00FA1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77761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37D5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1316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51</cp:revision>
  <cp:lastPrinted>2013-03-04T02:36:00Z</cp:lastPrinted>
  <dcterms:created xsi:type="dcterms:W3CDTF">2018-07-05T07:03:00Z</dcterms:created>
  <dcterms:modified xsi:type="dcterms:W3CDTF">2025-05-06T05:19:00Z</dcterms:modified>
</cp:coreProperties>
</file>